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ED7" w:rsidRPr="005D01A9" w:rsidRDefault="004A0ED7" w:rsidP="007E066F">
      <w:pPr>
        <w:jc w:val="center"/>
        <w:rPr>
          <w:b/>
          <w:color w:val="C0504D"/>
          <w:sz w:val="48"/>
          <w:szCs w:val="48"/>
          <w:u w:val="single"/>
        </w:rPr>
      </w:pPr>
      <w:r w:rsidRPr="005D01A9">
        <w:rPr>
          <w:b/>
          <w:color w:val="C0504D"/>
          <w:sz w:val="48"/>
          <w:szCs w:val="48"/>
          <w:u w:val="single"/>
        </w:rPr>
        <w:t>STAROGARD GDAŃSKI</w:t>
      </w:r>
    </w:p>
    <w:p w:rsidR="004A0ED7" w:rsidRDefault="004A0ED7" w:rsidP="007E066F">
      <w:pPr>
        <w:jc w:val="center"/>
        <w:rPr>
          <w:rFonts w:ascii="Times New Roman" w:hAnsi="Times New Roman"/>
          <w:b/>
          <w:color w:val="9BBB59"/>
          <w:sz w:val="28"/>
          <w:szCs w:val="28"/>
          <w:u w:val="single"/>
        </w:rPr>
      </w:pPr>
      <w:r w:rsidRPr="00505116">
        <w:rPr>
          <w:b/>
          <w:color w:val="9BBB59"/>
          <w:sz w:val="28"/>
          <w:szCs w:val="28"/>
          <w:u w:val="single"/>
        </w:rPr>
        <w:t>I Liceum Ogólnokształc</w:t>
      </w:r>
      <w:r w:rsidRPr="00505116">
        <w:rPr>
          <w:rFonts w:ascii="Times New Roman" w:hAnsi="Times New Roman"/>
          <w:b/>
          <w:color w:val="9BBB59"/>
          <w:sz w:val="28"/>
          <w:szCs w:val="28"/>
          <w:u w:val="single"/>
        </w:rPr>
        <w:t>ące im . Marii Skłodowskiej- Curie</w:t>
      </w:r>
    </w:p>
    <w:p w:rsidR="004A0ED7" w:rsidRDefault="004A0ED7" w:rsidP="007E066F">
      <w:pPr>
        <w:jc w:val="center"/>
        <w:rPr>
          <w:rFonts w:ascii="Times New Roman" w:hAnsi="Times New Roman"/>
          <w:b/>
          <w:color w:val="C0504D"/>
          <w:sz w:val="28"/>
          <w:szCs w:val="28"/>
        </w:rPr>
      </w:pPr>
      <w:hyperlink r:id="rId5" w:history="1">
        <w:r w:rsidRPr="00B84F2D">
          <w:rPr>
            <w:rStyle w:val="Hyperlink"/>
            <w:rFonts w:ascii="Times New Roman" w:hAnsi="Times New Roman"/>
            <w:b/>
            <w:sz w:val="28"/>
            <w:szCs w:val="28"/>
          </w:rPr>
          <w:t>http://www.lo.internetdsl.pl</w:t>
        </w:r>
      </w:hyperlink>
    </w:p>
    <w:p w:rsidR="004A0ED7" w:rsidRPr="005D01A9" w:rsidRDefault="004A0ED7" w:rsidP="007E066F">
      <w:pPr>
        <w:rPr>
          <w:rFonts w:ascii="Times New Roman" w:hAnsi="Times New Roman"/>
          <w:b/>
          <w:sz w:val="28"/>
          <w:szCs w:val="28"/>
        </w:rPr>
      </w:pPr>
      <w:r w:rsidRPr="005D01A9">
        <w:rPr>
          <w:rFonts w:ascii="Times New Roman" w:hAnsi="Times New Roman"/>
          <w:b/>
          <w:sz w:val="28"/>
          <w:szCs w:val="28"/>
        </w:rPr>
        <w:t>Profile klas:</w:t>
      </w:r>
    </w:p>
    <w:p w:rsidR="004A0ED7" w:rsidRPr="005D01A9" w:rsidRDefault="004A0ED7" w:rsidP="007E066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pl-PL"/>
        </w:rPr>
      </w:pPr>
      <w:r w:rsidRPr="005D01A9">
        <w:rPr>
          <w:rFonts w:ascii="Times New Roman" w:hAnsi="Times New Roman"/>
          <w:b/>
          <w:sz w:val="28"/>
          <w:szCs w:val="28"/>
          <w:lang w:eastAsia="pl-PL"/>
        </w:rPr>
        <w:t>Matematyczn</w:t>
      </w:r>
      <w:r>
        <w:rPr>
          <w:rFonts w:ascii="Times New Roman" w:hAnsi="Times New Roman"/>
          <w:b/>
          <w:sz w:val="28"/>
          <w:szCs w:val="28"/>
          <w:lang w:eastAsia="pl-PL"/>
        </w:rPr>
        <w:t>o-fizyczny</w:t>
      </w:r>
    </w:p>
    <w:p w:rsidR="004A0ED7" w:rsidRPr="005D01A9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eastAsia="pl-PL"/>
        </w:rPr>
      </w:pPr>
      <w:r w:rsidRPr="005D01A9">
        <w:rPr>
          <w:rFonts w:ascii="Times New Roman" w:hAnsi="Times New Roman"/>
          <w:sz w:val="28"/>
          <w:szCs w:val="28"/>
          <w:lang w:eastAsia="pl-PL"/>
        </w:rPr>
        <w:t xml:space="preserve">Przedmioty realizowane na poziomie rozszerzonym – matematyka, fizyka, j. obcy </w:t>
      </w:r>
    </w:p>
    <w:p w:rsidR="004A0ED7" w:rsidRPr="005D01A9" w:rsidRDefault="004A0ED7" w:rsidP="007E066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Ekonomiczny</w:t>
      </w:r>
    </w:p>
    <w:p w:rsidR="004A0ED7" w:rsidRPr="005D01A9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eastAsia="pl-PL"/>
        </w:rPr>
      </w:pPr>
      <w:r w:rsidRPr="005D01A9">
        <w:rPr>
          <w:rFonts w:ascii="Times New Roman" w:hAnsi="Times New Roman"/>
          <w:sz w:val="28"/>
          <w:szCs w:val="28"/>
          <w:lang w:eastAsia="pl-PL"/>
        </w:rPr>
        <w:t>Przedmioty realizowane na poziomie rozszerzonym – matematyka, geografia, j. obcy</w:t>
      </w:r>
    </w:p>
    <w:p w:rsidR="004A0ED7" w:rsidRPr="005D01A9" w:rsidRDefault="004A0ED7" w:rsidP="007E066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pl-PL"/>
        </w:rPr>
      </w:pPr>
      <w:r w:rsidRPr="005D01A9">
        <w:rPr>
          <w:rFonts w:ascii="Times New Roman" w:hAnsi="Times New Roman"/>
          <w:b/>
          <w:sz w:val="28"/>
          <w:szCs w:val="28"/>
          <w:lang w:eastAsia="pl-PL"/>
        </w:rPr>
        <w:t>Matematyczno – chemiczn</w:t>
      </w:r>
      <w:r>
        <w:rPr>
          <w:rFonts w:ascii="Times New Roman" w:hAnsi="Times New Roman"/>
          <w:b/>
          <w:sz w:val="28"/>
          <w:szCs w:val="28"/>
          <w:lang w:eastAsia="pl-PL"/>
        </w:rPr>
        <w:t>y</w:t>
      </w:r>
    </w:p>
    <w:p w:rsidR="004A0ED7" w:rsidRPr="005D01A9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eastAsia="pl-PL"/>
        </w:rPr>
      </w:pPr>
      <w:r w:rsidRPr="005D01A9">
        <w:rPr>
          <w:rFonts w:ascii="Times New Roman" w:hAnsi="Times New Roman"/>
          <w:sz w:val="28"/>
          <w:szCs w:val="28"/>
          <w:lang w:eastAsia="pl-PL"/>
        </w:rPr>
        <w:t>Przedmioty realizowane na poziomie rozszerzonym – matematyka, chemia, j. obcy</w:t>
      </w:r>
    </w:p>
    <w:p w:rsidR="004A0ED7" w:rsidRPr="005D01A9" w:rsidRDefault="004A0ED7" w:rsidP="007E066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Biologiczno-chemiczny</w:t>
      </w: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eastAsia="pl-PL"/>
        </w:rPr>
      </w:pPr>
      <w:r w:rsidRPr="005D01A9">
        <w:rPr>
          <w:rFonts w:ascii="Times New Roman" w:hAnsi="Times New Roman"/>
          <w:sz w:val="28"/>
          <w:szCs w:val="28"/>
          <w:lang w:eastAsia="pl-PL"/>
        </w:rPr>
        <w:t xml:space="preserve">Przedmioty realizowane na poziomie rozszerzonym – biologia, chemia, </w:t>
      </w:r>
      <w:r>
        <w:rPr>
          <w:rFonts w:ascii="Times New Roman" w:hAnsi="Times New Roman"/>
          <w:sz w:val="28"/>
          <w:szCs w:val="28"/>
          <w:lang w:eastAsia="pl-PL"/>
        </w:rPr>
        <w:br/>
      </w:r>
      <w:r w:rsidRPr="005D01A9">
        <w:rPr>
          <w:rFonts w:ascii="Times New Roman" w:hAnsi="Times New Roman"/>
          <w:sz w:val="28"/>
          <w:szCs w:val="28"/>
          <w:lang w:eastAsia="pl-PL"/>
        </w:rPr>
        <w:t>j. obcy</w:t>
      </w:r>
    </w:p>
    <w:p w:rsidR="004A0ED7" w:rsidRDefault="004A0ED7" w:rsidP="00EC771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pl-PL"/>
        </w:rPr>
      </w:pPr>
      <w:r w:rsidRPr="00EC771B">
        <w:rPr>
          <w:rFonts w:ascii="Times New Roman" w:hAnsi="Times New Roman"/>
          <w:b/>
          <w:sz w:val="28"/>
          <w:szCs w:val="28"/>
          <w:lang w:eastAsia="pl-PL"/>
        </w:rPr>
        <w:t>Humanistyczn</w:t>
      </w:r>
      <w:r>
        <w:rPr>
          <w:rFonts w:ascii="Times New Roman" w:hAnsi="Times New Roman"/>
          <w:b/>
          <w:sz w:val="28"/>
          <w:szCs w:val="28"/>
          <w:lang w:eastAsia="pl-PL"/>
        </w:rPr>
        <w:t>y</w:t>
      </w:r>
    </w:p>
    <w:p w:rsidR="004A0ED7" w:rsidRDefault="004A0ED7" w:rsidP="00EC771B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 xml:space="preserve">      </w:t>
      </w:r>
      <w:r>
        <w:rPr>
          <w:rFonts w:ascii="Times New Roman" w:hAnsi="Times New Roman"/>
          <w:sz w:val="28"/>
          <w:szCs w:val="28"/>
          <w:lang w:eastAsia="pl-PL"/>
        </w:rPr>
        <w:t>Przedmioty realizowane na poziomie rozszerzonym – j. polski, j.    angielski, wiedza o społeczeństwie</w:t>
      </w:r>
    </w:p>
    <w:p w:rsidR="004A0ED7" w:rsidRDefault="004A0ED7" w:rsidP="00EC771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Lingwistyczny</w:t>
      </w:r>
    </w:p>
    <w:p w:rsidR="004A0ED7" w:rsidRPr="00EC771B" w:rsidRDefault="004A0ED7" w:rsidP="00EC771B">
      <w:pPr>
        <w:pStyle w:val="ListParagraph"/>
        <w:spacing w:after="0" w:line="240" w:lineRule="auto"/>
        <w:ind w:left="360"/>
        <w:rPr>
          <w:rFonts w:ascii="Times New Roman" w:hAnsi="Times New Roman"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 xml:space="preserve">      </w:t>
      </w:r>
      <w:r>
        <w:rPr>
          <w:rFonts w:ascii="Times New Roman" w:hAnsi="Times New Roman"/>
          <w:sz w:val="28"/>
          <w:szCs w:val="28"/>
          <w:lang w:eastAsia="pl-PL"/>
        </w:rPr>
        <w:t>Przedmioty realizowane na poziomie rozszerzonym – j. polski, j. angielski, j.  niemiecki</w:t>
      </w:r>
    </w:p>
    <w:p w:rsidR="004A0ED7" w:rsidRDefault="004A0ED7" w:rsidP="007E066F">
      <w:pPr>
        <w:jc w:val="center"/>
        <w:rPr>
          <w:rFonts w:ascii="Times New Roman" w:hAnsi="Times New Roman"/>
          <w:color w:val="C0504D"/>
          <w:sz w:val="24"/>
          <w:szCs w:val="24"/>
        </w:rPr>
      </w:pPr>
    </w:p>
    <w:p w:rsidR="004A0ED7" w:rsidRPr="00BD1D0D" w:rsidRDefault="004A0ED7" w:rsidP="00EC771B">
      <w:pPr>
        <w:jc w:val="center"/>
        <w:rPr>
          <w:rFonts w:ascii="Times New Roman" w:hAnsi="Times New Roman"/>
          <w:b/>
          <w:color w:val="9BBB59"/>
          <w:sz w:val="32"/>
          <w:szCs w:val="32"/>
          <w:u w:val="single"/>
        </w:rPr>
      </w:pPr>
      <w:r w:rsidRPr="00BD1D0D">
        <w:rPr>
          <w:rFonts w:ascii="Times New Roman" w:hAnsi="Times New Roman"/>
          <w:b/>
          <w:color w:val="9BBB59"/>
          <w:sz w:val="32"/>
          <w:szCs w:val="32"/>
          <w:u w:val="single"/>
        </w:rPr>
        <w:t>II Liceum Ogólnokształcące</w:t>
      </w:r>
    </w:p>
    <w:p w:rsidR="004A0ED7" w:rsidRDefault="004A0ED7" w:rsidP="007E066F">
      <w:pPr>
        <w:jc w:val="center"/>
      </w:pPr>
      <w:hyperlink r:id="rId6" w:history="1">
        <w:r w:rsidRPr="00BD1D0D">
          <w:rPr>
            <w:rStyle w:val="Hyperlink"/>
            <w:b/>
            <w:sz w:val="28"/>
            <w:szCs w:val="28"/>
          </w:rPr>
          <w:t>http://www.2lo.stg.pl/</w:t>
        </w:r>
      </w:hyperlink>
    </w:p>
    <w:p w:rsidR="004A0ED7" w:rsidRPr="00EC771B" w:rsidRDefault="004A0ED7" w:rsidP="00EC771B">
      <w:pPr>
        <w:rPr>
          <w:rFonts w:ascii="Times New Roman" w:hAnsi="Times New Roman"/>
          <w:b/>
          <w:color w:val="C0504D"/>
          <w:sz w:val="28"/>
          <w:szCs w:val="28"/>
        </w:rPr>
      </w:pPr>
      <w:r w:rsidRPr="00EC771B">
        <w:rPr>
          <w:rFonts w:ascii="Times New Roman" w:hAnsi="Times New Roman"/>
          <w:b/>
          <w:sz w:val="28"/>
          <w:szCs w:val="28"/>
        </w:rPr>
        <w:t>Profile klas</w:t>
      </w:r>
    </w:p>
    <w:p w:rsidR="004A0ED7" w:rsidRPr="00EC771B" w:rsidRDefault="004A0ED7" w:rsidP="00EC771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H</w:t>
      </w:r>
      <w:r w:rsidRPr="00EC771B">
        <w:rPr>
          <w:rFonts w:ascii="Times New Roman" w:hAnsi="Times New Roman"/>
          <w:b/>
          <w:sz w:val="28"/>
          <w:szCs w:val="28"/>
          <w:lang w:eastAsia="pl-PL"/>
        </w:rPr>
        <w:t>umanistyczn</w:t>
      </w:r>
      <w:r>
        <w:rPr>
          <w:rFonts w:ascii="Times New Roman" w:hAnsi="Times New Roman"/>
          <w:sz w:val="28"/>
          <w:szCs w:val="28"/>
          <w:lang w:eastAsia="pl-PL"/>
        </w:rPr>
        <w:t xml:space="preserve">y </w:t>
      </w:r>
      <w:r w:rsidRPr="00EC771B">
        <w:rPr>
          <w:rFonts w:ascii="Times New Roman" w:hAnsi="Times New Roman"/>
          <w:b/>
          <w:sz w:val="28"/>
          <w:szCs w:val="28"/>
          <w:lang w:eastAsia="pl-PL"/>
        </w:rPr>
        <w:t>z historią</w:t>
      </w:r>
    </w:p>
    <w:p w:rsidR="004A0ED7" w:rsidRPr="003C7153" w:rsidRDefault="004A0ED7" w:rsidP="00EC771B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pl-PL"/>
        </w:rPr>
      </w:pPr>
      <w:r w:rsidRPr="003C7153">
        <w:rPr>
          <w:rFonts w:ascii="Arial" w:hAnsi="Arial" w:cs="Arial"/>
          <w:sz w:val="28"/>
          <w:szCs w:val="28"/>
          <w:lang w:eastAsia="pl-PL"/>
        </w:rPr>
        <w:t xml:space="preserve">      Przedmioty nauczane w zakresie rozszerzonym - j. angielski, j.polski,                   </w:t>
      </w:r>
      <w:r>
        <w:rPr>
          <w:rFonts w:ascii="Arial" w:hAnsi="Arial" w:cs="Arial"/>
          <w:sz w:val="28"/>
          <w:szCs w:val="28"/>
          <w:lang w:eastAsia="pl-PL"/>
        </w:rPr>
        <w:t xml:space="preserve">   </w:t>
      </w:r>
      <w:r w:rsidRPr="003C7153">
        <w:rPr>
          <w:rFonts w:ascii="Arial" w:hAnsi="Arial" w:cs="Arial"/>
          <w:sz w:val="28"/>
          <w:szCs w:val="28"/>
          <w:lang w:eastAsia="pl-PL"/>
        </w:rPr>
        <w:t>historia</w:t>
      </w:r>
    </w:p>
    <w:p w:rsidR="004A0ED7" w:rsidRPr="00EC771B" w:rsidRDefault="004A0ED7" w:rsidP="00EC771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Times New Roman" w:hAnsi="Times New Roman"/>
          <w:b/>
          <w:sz w:val="28"/>
          <w:szCs w:val="28"/>
          <w:lang w:eastAsia="pl-PL"/>
        </w:rPr>
        <w:t>Humanistyczny z geografią</w:t>
      </w:r>
    </w:p>
    <w:p w:rsidR="004A0ED7" w:rsidRDefault="004A0ED7" w:rsidP="00EC771B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pl-PL"/>
        </w:rPr>
      </w:pPr>
      <w:r w:rsidRPr="00EC771B">
        <w:rPr>
          <w:rFonts w:ascii="Times New Roman" w:hAnsi="Times New Roman"/>
          <w:sz w:val="28"/>
          <w:szCs w:val="28"/>
          <w:lang w:eastAsia="pl-PL"/>
        </w:rPr>
        <w:t>Przedmioty n</w:t>
      </w:r>
      <w:r>
        <w:rPr>
          <w:rFonts w:ascii="Times New Roman" w:hAnsi="Times New Roman"/>
          <w:sz w:val="28"/>
          <w:szCs w:val="28"/>
          <w:lang w:eastAsia="pl-PL"/>
        </w:rPr>
        <w:t>auczane w zakresie rozszerzonym – j. polski,</w:t>
      </w:r>
      <w:r w:rsidRPr="00EC771B">
        <w:rPr>
          <w:rFonts w:ascii="Times New Roman" w:hAnsi="Times New Roman"/>
          <w:sz w:val="28"/>
          <w:szCs w:val="28"/>
          <w:lang w:eastAsia="pl-PL"/>
        </w:rPr>
        <w:t xml:space="preserve"> j. angielski, </w:t>
      </w:r>
      <w:r>
        <w:rPr>
          <w:rFonts w:ascii="Times New Roman" w:hAnsi="Times New Roman"/>
          <w:sz w:val="28"/>
          <w:szCs w:val="28"/>
          <w:lang w:eastAsia="pl-PL"/>
        </w:rPr>
        <w:t>g</w:t>
      </w:r>
      <w:r w:rsidRPr="00EC771B">
        <w:rPr>
          <w:rFonts w:ascii="Times New Roman" w:hAnsi="Times New Roman"/>
          <w:sz w:val="28"/>
          <w:szCs w:val="28"/>
          <w:lang w:eastAsia="pl-PL"/>
        </w:rPr>
        <w:t>eografia</w:t>
      </w:r>
    </w:p>
    <w:p w:rsidR="004A0ED7" w:rsidRPr="003C7153" w:rsidRDefault="004A0ED7" w:rsidP="003C715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3C7153">
        <w:rPr>
          <w:rFonts w:ascii="Times New Roman" w:hAnsi="Times New Roman"/>
          <w:b/>
          <w:sz w:val="28"/>
          <w:szCs w:val="28"/>
          <w:lang w:eastAsia="pl-PL"/>
        </w:rPr>
        <w:t>Humanistyczny z biologią</w:t>
      </w:r>
    </w:p>
    <w:p w:rsidR="004A0ED7" w:rsidRDefault="004A0ED7" w:rsidP="003C715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Przedmioty nauczane w zakresie rozszerzonym – język polski, j. angielski, biologia</w:t>
      </w:r>
    </w:p>
    <w:p w:rsidR="004A0ED7" w:rsidRDefault="004A0ED7" w:rsidP="003C715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  <w:lang w:eastAsia="pl-PL"/>
        </w:rPr>
      </w:pPr>
    </w:p>
    <w:p w:rsidR="004A0ED7" w:rsidRPr="003C7153" w:rsidRDefault="004A0ED7" w:rsidP="003C715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3C7153">
        <w:rPr>
          <w:rFonts w:ascii="Times New Roman" w:hAnsi="Times New Roman"/>
          <w:b/>
          <w:sz w:val="28"/>
          <w:szCs w:val="28"/>
          <w:lang w:eastAsia="pl-PL"/>
        </w:rPr>
        <w:t>Komunikacji społecznej</w:t>
      </w:r>
    </w:p>
    <w:p w:rsidR="004A0ED7" w:rsidRPr="003C7153" w:rsidRDefault="004A0ED7" w:rsidP="003C7153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pl-PL"/>
        </w:rPr>
      </w:pPr>
      <w:r w:rsidRPr="003C7153">
        <w:rPr>
          <w:rFonts w:ascii="Times New Roman" w:hAnsi="Times New Roman"/>
          <w:sz w:val="28"/>
          <w:szCs w:val="28"/>
          <w:lang w:eastAsia="pl-PL"/>
        </w:rPr>
        <w:t>Przedmioty nauczane w zakresie rozszerzonym – j. angielski, geografia, wos lub informatyka</w:t>
      </w:r>
    </w:p>
    <w:p w:rsidR="004A0ED7" w:rsidRPr="003C7153" w:rsidRDefault="004A0ED7" w:rsidP="002A1DA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3C7153">
        <w:rPr>
          <w:rFonts w:ascii="Times New Roman" w:hAnsi="Times New Roman"/>
          <w:b/>
          <w:sz w:val="28"/>
          <w:szCs w:val="28"/>
          <w:lang w:eastAsia="pl-PL"/>
        </w:rPr>
        <w:t>Matematyczno-fizyczny</w:t>
      </w:r>
    </w:p>
    <w:p w:rsidR="004A0ED7" w:rsidRPr="003C7153" w:rsidRDefault="004A0ED7" w:rsidP="007E0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3C7153">
        <w:rPr>
          <w:rFonts w:ascii="Times New Roman" w:hAnsi="Times New Roman"/>
          <w:sz w:val="28"/>
          <w:szCs w:val="28"/>
          <w:lang w:eastAsia="pl-PL"/>
        </w:rPr>
        <w:t xml:space="preserve">     Przedmioty nauczane w zakresie rozszerzonym - j. angielski, matematyka oraz 1 spośród: fizyka, geografia, informatyka</w:t>
      </w:r>
    </w:p>
    <w:p w:rsidR="004A0ED7" w:rsidRPr="003C7153" w:rsidRDefault="004A0ED7" w:rsidP="003C715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3C7153">
        <w:rPr>
          <w:rFonts w:ascii="Times New Roman" w:hAnsi="Times New Roman"/>
          <w:b/>
          <w:sz w:val="28"/>
          <w:szCs w:val="28"/>
          <w:lang w:eastAsia="pl-PL"/>
        </w:rPr>
        <w:t>Klasa biologiczno-chemiczna</w:t>
      </w:r>
      <w:r w:rsidRPr="003C7153">
        <w:rPr>
          <w:rFonts w:ascii="Times New Roman" w:hAnsi="Times New Roman"/>
          <w:sz w:val="28"/>
          <w:szCs w:val="28"/>
          <w:lang w:eastAsia="pl-PL"/>
        </w:rPr>
        <w:t xml:space="preserve"> </w:t>
      </w:r>
    </w:p>
    <w:p w:rsidR="004A0ED7" w:rsidRPr="003C7153" w:rsidRDefault="004A0ED7" w:rsidP="007E066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3C7153">
        <w:rPr>
          <w:rFonts w:ascii="Times New Roman" w:hAnsi="Times New Roman"/>
          <w:sz w:val="28"/>
          <w:szCs w:val="28"/>
          <w:lang w:eastAsia="pl-PL"/>
        </w:rPr>
        <w:t xml:space="preserve">      Przedmioty nauczane w zakresie rozszerzonym - j. angielski, biologia oraz 1 spośród – chemia, geografia, informatyka </w:t>
      </w:r>
    </w:p>
    <w:p w:rsidR="004A0ED7" w:rsidRPr="00BD1D0D" w:rsidRDefault="004A0ED7" w:rsidP="007E066F">
      <w:pPr>
        <w:jc w:val="center"/>
        <w:rPr>
          <w:b/>
          <w:color w:val="C0504D"/>
          <w:sz w:val="32"/>
          <w:szCs w:val="32"/>
        </w:rPr>
      </w:pPr>
    </w:p>
    <w:p w:rsidR="004A0ED7" w:rsidRPr="003C7153" w:rsidRDefault="004A0ED7" w:rsidP="007E066F">
      <w:pPr>
        <w:jc w:val="center"/>
        <w:rPr>
          <w:rFonts w:ascii="Times New Roman" w:hAnsi="Times New Roman"/>
          <w:b/>
          <w:color w:val="9BBB59"/>
          <w:sz w:val="28"/>
          <w:szCs w:val="28"/>
          <w:u w:val="single"/>
        </w:rPr>
      </w:pPr>
      <w:r w:rsidRPr="003C7153">
        <w:rPr>
          <w:rFonts w:ascii="Times New Roman" w:hAnsi="Times New Roman"/>
          <w:b/>
          <w:color w:val="9BBB59"/>
          <w:sz w:val="28"/>
          <w:szCs w:val="28"/>
          <w:u w:val="single"/>
        </w:rPr>
        <w:t>Zespół Szkół Ekonomicznych</w:t>
      </w:r>
    </w:p>
    <w:p w:rsidR="004A0ED7" w:rsidRPr="003C7153" w:rsidRDefault="004A0ED7" w:rsidP="007E066F">
      <w:pPr>
        <w:jc w:val="center"/>
        <w:rPr>
          <w:rFonts w:ascii="Times New Roman" w:hAnsi="Times New Roman"/>
          <w:sz w:val="28"/>
          <w:szCs w:val="28"/>
        </w:rPr>
      </w:pPr>
      <w:hyperlink r:id="rId7" w:history="1">
        <w:r w:rsidRPr="003C7153">
          <w:rPr>
            <w:rStyle w:val="Hyperlink"/>
            <w:rFonts w:ascii="Times New Roman" w:hAnsi="Times New Roman"/>
            <w:b/>
            <w:sz w:val="28"/>
            <w:szCs w:val="28"/>
          </w:rPr>
          <w:t>http://zse.com.pl/technikum.php</w:t>
        </w:r>
      </w:hyperlink>
    </w:p>
    <w:p w:rsidR="004A0ED7" w:rsidRPr="003C7153" w:rsidRDefault="004A0ED7" w:rsidP="007E066F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C7153">
        <w:rPr>
          <w:rFonts w:ascii="Times New Roman" w:hAnsi="Times New Roman"/>
          <w:b/>
          <w:sz w:val="28"/>
          <w:szCs w:val="28"/>
          <w:u w:val="single"/>
        </w:rPr>
        <w:t>Technik informatyk</w:t>
      </w:r>
    </w:p>
    <w:p w:rsidR="004A0ED7" w:rsidRPr="003C7153" w:rsidRDefault="004A0ED7" w:rsidP="007E066F">
      <w:pPr>
        <w:ind w:left="720"/>
        <w:rPr>
          <w:rFonts w:ascii="Times New Roman" w:hAnsi="Times New Roman"/>
          <w:sz w:val="28"/>
          <w:szCs w:val="28"/>
          <w:u w:val="single"/>
        </w:rPr>
      </w:pPr>
      <w:r w:rsidRPr="003C7153">
        <w:rPr>
          <w:rFonts w:ascii="Times New Roman" w:hAnsi="Times New Roman"/>
          <w:sz w:val="28"/>
          <w:szCs w:val="28"/>
        </w:rPr>
        <w:t xml:space="preserve">                    </w:t>
      </w:r>
      <w:hyperlink r:id="rId8" w:history="1">
        <w:r w:rsidRPr="003C7153">
          <w:rPr>
            <w:rStyle w:val="Hyperlink"/>
            <w:rFonts w:ascii="Times New Roman" w:hAnsi="Times New Roman"/>
            <w:sz w:val="28"/>
            <w:szCs w:val="28"/>
          </w:rPr>
          <w:t>http://www.koweziu.edu.pl/pp_zawod.php?nr_zawodu=351203</w:t>
        </w:r>
      </w:hyperlink>
    </w:p>
    <w:p w:rsidR="004A0ED7" w:rsidRPr="003C7153" w:rsidRDefault="004A0ED7" w:rsidP="007E066F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C7153">
        <w:rPr>
          <w:rFonts w:ascii="Times New Roman" w:hAnsi="Times New Roman"/>
          <w:b/>
          <w:sz w:val="28"/>
          <w:szCs w:val="28"/>
          <w:u w:val="single"/>
        </w:rPr>
        <w:t>Technik handlowiec</w:t>
      </w:r>
    </w:p>
    <w:p w:rsidR="004A0ED7" w:rsidRPr="003C7153" w:rsidRDefault="004A0ED7" w:rsidP="007E066F">
      <w:pPr>
        <w:ind w:left="360"/>
        <w:rPr>
          <w:rFonts w:ascii="Times New Roman" w:hAnsi="Times New Roman"/>
          <w:sz w:val="28"/>
          <w:szCs w:val="28"/>
          <w:u w:val="single"/>
        </w:rPr>
      </w:pPr>
      <w:r w:rsidRPr="003C7153">
        <w:rPr>
          <w:rFonts w:ascii="Times New Roman" w:hAnsi="Times New Roman"/>
          <w:sz w:val="28"/>
          <w:szCs w:val="28"/>
        </w:rPr>
        <w:t xml:space="preserve">                            </w:t>
      </w:r>
      <w:hyperlink r:id="rId9" w:history="1">
        <w:r w:rsidRPr="003C7153">
          <w:rPr>
            <w:rStyle w:val="Hyperlink"/>
            <w:rFonts w:ascii="Times New Roman" w:hAnsi="Times New Roman"/>
            <w:sz w:val="28"/>
            <w:szCs w:val="28"/>
          </w:rPr>
          <w:t>http://www.koweziu.edu.pl/pp_zawod.php?nr_zawodu=522305</w:t>
        </w:r>
      </w:hyperlink>
    </w:p>
    <w:p w:rsidR="004A0ED7" w:rsidRPr="003C7153" w:rsidRDefault="004A0ED7" w:rsidP="007E066F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C7153">
        <w:rPr>
          <w:rFonts w:ascii="Times New Roman" w:hAnsi="Times New Roman"/>
          <w:b/>
          <w:sz w:val="28"/>
          <w:szCs w:val="28"/>
          <w:u w:val="single"/>
        </w:rPr>
        <w:t>Technik ekonomista</w:t>
      </w:r>
    </w:p>
    <w:p w:rsidR="004A0ED7" w:rsidRPr="003C7153" w:rsidRDefault="004A0ED7" w:rsidP="007E066F">
      <w:pPr>
        <w:ind w:left="720"/>
        <w:rPr>
          <w:rFonts w:ascii="Times New Roman" w:hAnsi="Times New Roman"/>
          <w:sz w:val="28"/>
          <w:szCs w:val="28"/>
        </w:rPr>
      </w:pPr>
      <w:r w:rsidRPr="003C7153">
        <w:rPr>
          <w:rFonts w:ascii="Times New Roman" w:hAnsi="Times New Roman"/>
          <w:sz w:val="28"/>
          <w:szCs w:val="28"/>
        </w:rPr>
        <w:t xml:space="preserve">                     </w:t>
      </w:r>
      <w:hyperlink r:id="rId10" w:history="1">
        <w:r w:rsidRPr="003C7153">
          <w:rPr>
            <w:rStyle w:val="Hyperlink"/>
            <w:rFonts w:ascii="Times New Roman" w:hAnsi="Times New Roman"/>
            <w:sz w:val="28"/>
            <w:szCs w:val="28"/>
          </w:rPr>
          <w:t>http://www.koweziu.edu.pl/pp_zawod.php?nr_zawodu=331403</w:t>
        </w:r>
      </w:hyperlink>
    </w:p>
    <w:p w:rsidR="004A0ED7" w:rsidRPr="003C7153" w:rsidRDefault="004A0ED7" w:rsidP="007E066F">
      <w:pPr>
        <w:spacing w:before="100" w:beforeAutospacing="1" w:after="240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3C7153">
        <w:rPr>
          <w:rFonts w:ascii="Times New Roman" w:hAnsi="Times New Roman"/>
          <w:bCs/>
          <w:sz w:val="28"/>
          <w:szCs w:val="28"/>
          <w:lang w:eastAsia="pl-PL"/>
        </w:rPr>
        <w:t>Technik ekonomista o</w:t>
      </w:r>
      <w:r w:rsidRPr="003C7153">
        <w:rPr>
          <w:rFonts w:ascii="Times New Roman" w:hAnsi="Times New Roman"/>
          <w:sz w:val="28"/>
          <w:szCs w:val="28"/>
          <w:lang w:eastAsia="pl-PL"/>
        </w:rPr>
        <w:t>rganizuje pracę biura firmy, oblicza wskaźniki niezbędne do określenia sytuacji ekonomiczno-finansowej firmy, analizuje koszty i przychody oraz określa propozycje ich poprawy, analizuje rolę i pozycję konkretnej firmy na rynku, samodzielnie wykonuje lub organizuje zadania w zakresie: zaopatrzenia, magazynowania materiałów i gotowych produktów, transportu i przede wszystkim sprzedaży towarów i usług, dobiera i oblicza wskaźniki określające kondycję ekonomiczno-finansową przedsiębiorstw.</w:t>
      </w:r>
    </w:p>
    <w:p w:rsidR="004A0ED7" w:rsidRPr="003C7153" w:rsidRDefault="004A0ED7" w:rsidP="007E066F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C7153">
        <w:rPr>
          <w:rFonts w:ascii="Times New Roman" w:hAnsi="Times New Roman"/>
          <w:b/>
          <w:sz w:val="28"/>
          <w:szCs w:val="28"/>
          <w:u w:val="single"/>
        </w:rPr>
        <w:t>Technik logistyk</w:t>
      </w:r>
    </w:p>
    <w:p w:rsidR="004A0ED7" w:rsidRPr="003C7153" w:rsidRDefault="004A0ED7" w:rsidP="007E066F">
      <w:pPr>
        <w:ind w:left="720"/>
        <w:rPr>
          <w:rFonts w:ascii="Times New Roman" w:hAnsi="Times New Roman"/>
          <w:sz w:val="28"/>
          <w:szCs w:val="28"/>
        </w:rPr>
      </w:pPr>
      <w:r w:rsidRPr="003C7153">
        <w:rPr>
          <w:rFonts w:ascii="Times New Roman" w:hAnsi="Times New Roman"/>
          <w:sz w:val="28"/>
          <w:szCs w:val="28"/>
        </w:rPr>
        <w:t xml:space="preserve">                               </w:t>
      </w:r>
      <w:hyperlink r:id="rId11" w:history="1">
        <w:r w:rsidRPr="003C7153">
          <w:rPr>
            <w:rStyle w:val="Hyperlink"/>
            <w:rFonts w:ascii="Times New Roman" w:hAnsi="Times New Roman"/>
            <w:sz w:val="28"/>
            <w:szCs w:val="28"/>
          </w:rPr>
          <w:t>www.koweziu.edu.pl/pp_zawod.php?nr_zawodu=333107</w:t>
        </w:r>
      </w:hyperlink>
    </w:p>
    <w:p w:rsidR="004A0ED7" w:rsidRPr="003C7153" w:rsidRDefault="004A0ED7" w:rsidP="007E066F">
      <w:pPr>
        <w:ind w:left="720"/>
        <w:jc w:val="both"/>
        <w:rPr>
          <w:rStyle w:val="HTMLCite"/>
          <w:rFonts w:ascii="Times New Roman" w:hAnsi="Times New Roman"/>
          <w:sz w:val="28"/>
          <w:szCs w:val="28"/>
        </w:rPr>
      </w:pPr>
      <w:r w:rsidRPr="003C7153">
        <w:rPr>
          <w:rFonts w:ascii="Times New Roman" w:hAnsi="Times New Roman"/>
          <w:sz w:val="28"/>
          <w:szCs w:val="28"/>
        </w:rPr>
        <w:t>Planuje, organizuje, kieruje i kontroluje przemieszczanie towarów od producenta do konsumenta wykorzystując informacje płynące z rynku w celu optymalizacji korzyści wynikających z wymiany towarowej dla wszystkich uczestników tej wymiany; dostarcza towar zgodnie z zamówieniem klienta we wskazane miejsce i czas; optymalizuje koszty dostawy towarów; dokonuje wyboru procedury zakupów i analizuje ich stan; obsługuje zamówienia i organizuje transport wykorzystując w tym celu systemy informatyczne.</w:t>
      </w:r>
    </w:p>
    <w:p w:rsidR="004A0ED7" w:rsidRPr="00932D56" w:rsidRDefault="004A0ED7" w:rsidP="007E066F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32D56">
        <w:rPr>
          <w:rFonts w:ascii="Times New Roman" w:hAnsi="Times New Roman"/>
          <w:b/>
          <w:sz w:val="28"/>
          <w:szCs w:val="28"/>
          <w:u w:val="single"/>
        </w:rPr>
        <w:t>Technik obsługi turystycznej</w:t>
      </w:r>
    </w:p>
    <w:p w:rsidR="004A0ED7" w:rsidRPr="003C7153" w:rsidRDefault="004A0ED7" w:rsidP="007E066F">
      <w:pPr>
        <w:ind w:left="720"/>
        <w:rPr>
          <w:rFonts w:ascii="Times New Roman" w:hAnsi="Times New Roman"/>
          <w:sz w:val="28"/>
          <w:szCs w:val="28"/>
        </w:rPr>
      </w:pPr>
      <w:r w:rsidRPr="003C7153">
        <w:rPr>
          <w:rFonts w:ascii="Times New Roman" w:hAnsi="Times New Roman"/>
          <w:sz w:val="28"/>
          <w:szCs w:val="28"/>
        </w:rPr>
        <w:t xml:space="preserve">                                  </w:t>
      </w:r>
      <w:hyperlink r:id="rId12" w:history="1">
        <w:r w:rsidRPr="003C7153">
          <w:rPr>
            <w:rStyle w:val="Hyperlink"/>
            <w:rFonts w:ascii="Times New Roman" w:hAnsi="Times New Roman"/>
            <w:sz w:val="28"/>
            <w:szCs w:val="28"/>
          </w:rPr>
          <w:t>www.koweziu.edu.pl/pp_zawod.php?nr_zawodu=422103</w:t>
        </w:r>
      </w:hyperlink>
    </w:p>
    <w:p w:rsidR="004A0ED7" w:rsidRPr="003C7153" w:rsidRDefault="004A0ED7" w:rsidP="007E066F">
      <w:pPr>
        <w:ind w:left="720"/>
        <w:jc w:val="both"/>
        <w:rPr>
          <w:rStyle w:val="HTMLCite"/>
          <w:rFonts w:ascii="Times New Roman" w:hAnsi="Times New Roman"/>
          <w:sz w:val="28"/>
          <w:szCs w:val="28"/>
        </w:rPr>
      </w:pPr>
      <w:r w:rsidRPr="003C7153">
        <w:rPr>
          <w:rStyle w:val="bodytext"/>
          <w:rFonts w:ascii="Times New Roman" w:hAnsi="Times New Roman"/>
          <w:sz w:val="28"/>
          <w:szCs w:val="28"/>
        </w:rPr>
        <w:t>Technik obsługi turystycznej potrafi badać rynek usług turystycznych w zakresie popytu i podaży usług turystycznych, a także efektywności finansowej i społecznej firm turystycznych. Analizuje rynek turystyczny, systemy obsługi klientów, infrastrukturę turystyczną, zawiera umowy, organizuje imprezy turystyczne, prowadzi i organizuje akcje promocyjno-reklamowe oraz cały zakres prac związanych ze sprzedażą rozliczaniem imprez turystycznych. Współpracuje z krajowymi i zagranicznymi uczestnikami i organizatorami rynku usług turystycznych; uczestniczy w targach, konferencjach związanych z turystyką; rozpatruje skargi i wnioski klientów, kontrahentów oraz usuwa ich przyczyny. Do głównych przedmiotów zawodowych nauczanych w szkole należą: podstawy turystyki, obsługa ruchu turystycznego, geografia turystyczna, ekonomia i prawo w turystyce, marketing usług turystycznych, obsługa informatyczna w turystyce, język obcy zawodowy,</w:t>
      </w:r>
    </w:p>
    <w:p w:rsidR="004A0ED7" w:rsidRPr="00932D56" w:rsidRDefault="004A0ED7" w:rsidP="007E066F">
      <w:pPr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32D56">
        <w:rPr>
          <w:rFonts w:ascii="Times New Roman" w:hAnsi="Times New Roman"/>
          <w:b/>
          <w:sz w:val="28"/>
          <w:szCs w:val="28"/>
          <w:u w:val="single"/>
        </w:rPr>
        <w:t>Technik organizacji reklamy</w:t>
      </w:r>
    </w:p>
    <w:p w:rsidR="004A0ED7" w:rsidRPr="003C7153" w:rsidRDefault="004A0ED7" w:rsidP="007E066F">
      <w:pPr>
        <w:ind w:left="720"/>
        <w:rPr>
          <w:rFonts w:ascii="Times New Roman" w:hAnsi="Times New Roman"/>
          <w:sz w:val="28"/>
          <w:szCs w:val="28"/>
        </w:rPr>
      </w:pPr>
      <w:r w:rsidRPr="003C7153">
        <w:rPr>
          <w:rFonts w:ascii="Times New Roman" w:hAnsi="Times New Roman"/>
          <w:sz w:val="28"/>
          <w:szCs w:val="28"/>
        </w:rPr>
        <w:t xml:space="preserve">                                   </w:t>
      </w:r>
      <w:hyperlink r:id="rId13" w:history="1">
        <w:r w:rsidRPr="003C7153">
          <w:rPr>
            <w:rStyle w:val="Hyperlink"/>
            <w:rFonts w:ascii="Times New Roman" w:hAnsi="Times New Roman"/>
            <w:sz w:val="28"/>
            <w:szCs w:val="28"/>
          </w:rPr>
          <w:t>www.koweziu.edu.pl/pp_zawod.php?nr_zawodu=333906</w:t>
        </w:r>
      </w:hyperlink>
    </w:p>
    <w:p w:rsidR="004A0ED7" w:rsidRDefault="004A0ED7" w:rsidP="007E066F">
      <w:pPr>
        <w:ind w:left="720"/>
        <w:jc w:val="both"/>
        <w:rPr>
          <w:rStyle w:val="bodytext"/>
          <w:rFonts w:ascii="Times New Roman" w:hAnsi="Times New Roman"/>
          <w:sz w:val="28"/>
          <w:szCs w:val="28"/>
        </w:rPr>
      </w:pPr>
      <w:r w:rsidRPr="003C7153">
        <w:rPr>
          <w:rStyle w:val="bodytext"/>
          <w:rFonts w:ascii="Times New Roman" w:hAnsi="Times New Roman"/>
          <w:sz w:val="28"/>
          <w:szCs w:val="28"/>
        </w:rPr>
        <w:t>Technik organizacji reklamy jest przygotowany do wykonywania usług reklamowych, pozyskiwania zleceń i pośrednictwa w ich wykonywaniu oraz wyszukiwania klientów zainteresowanych konkretnymi usługami reklamowymi. Penetruje rynek potencjalnych odbiorców reklamowych i gromadzi o nich informacje. Prowadzi rozmowy z potencjalnymi klientami i doradza przy podejmowaniu decyzji o skorzystaniu z usług reklamowych. Promuje oferowane usługi reklamowe (zakres usług, warunki świadczenia usług, dotychczasowe osiągnięcia), a także rozsyłanie np. ulotek lub folderów prezentujących firmę. Gromadzi informacje o firmach konkurencyjnych.     Do głównych przedmiotów zawodowych nauczanych w szkole należą: podstawy ekonomii, ekonomika i organizacja przedsiębiorstw,, marketing, towaroznawstwo, Public relations, organizacja reklamy, psychologia reklamy, prawo, etyka i kultura zawodowa, rysunek i liternictwo, historia sztuki i reklamy, pracownia technik reklamy, grafika komputerowa, techniki poligraficzne, fotografia reklamowa, język angielski.</w:t>
      </w:r>
    </w:p>
    <w:p w:rsidR="004A0ED7" w:rsidRPr="003C7153" w:rsidRDefault="004A0ED7" w:rsidP="007E066F">
      <w:pPr>
        <w:ind w:left="720"/>
        <w:jc w:val="both"/>
        <w:rPr>
          <w:rStyle w:val="HTMLCite"/>
          <w:rFonts w:ascii="Times New Roman" w:hAnsi="Times New Roman"/>
          <w:sz w:val="28"/>
          <w:szCs w:val="28"/>
        </w:rPr>
      </w:pPr>
    </w:p>
    <w:p w:rsidR="004A0ED7" w:rsidRPr="00932D56" w:rsidRDefault="004A0ED7" w:rsidP="007E066F">
      <w:pPr>
        <w:jc w:val="center"/>
        <w:rPr>
          <w:rFonts w:ascii="Times New Roman" w:hAnsi="Times New Roman"/>
          <w:b/>
          <w:color w:val="9BBB59"/>
          <w:sz w:val="28"/>
          <w:szCs w:val="28"/>
          <w:u w:val="single"/>
        </w:rPr>
      </w:pPr>
      <w:r w:rsidRPr="00932D56">
        <w:rPr>
          <w:rFonts w:ascii="Times New Roman" w:hAnsi="Times New Roman"/>
          <w:b/>
          <w:color w:val="9BBB59"/>
          <w:sz w:val="28"/>
          <w:szCs w:val="28"/>
          <w:u w:val="single"/>
        </w:rPr>
        <w:t>Zespół Szkół Zawodowych</w:t>
      </w:r>
    </w:p>
    <w:p w:rsidR="004A0ED7" w:rsidRPr="00932D56" w:rsidRDefault="004A0ED7" w:rsidP="007E066F">
      <w:pPr>
        <w:jc w:val="center"/>
        <w:rPr>
          <w:rFonts w:ascii="Times New Roman" w:hAnsi="Times New Roman"/>
          <w:b/>
          <w:color w:val="9BBB59"/>
          <w:sz w:val="28"/>
          <w:szCs w:val="28"/>
          <w:u w:val="single"/>
        </w:rPr>
      </w:pPr>
      <w:hyperlink r:id="rId14" w:history="1">
        <w:r w:rsidRPr="00932D56">
          <w:rPr>
            <w:rStyle w:val="Hyperlink"/>
            <w:rFonts w:ascii="Times New Roman" w:hAnsi="Times New Roman"/>
            <w:b/>
            <w:sz w:val="28"/>
            <w:szCs w:val="28"/>
          </w:rPr>
          <w:t>http://www.zszstarogard.pl/</w:t>
        </w:r>
      </w:hyperlink>
    </w:p>
    <w:p w:rsidR="004A0ED7" w:rsidRPr="00932D56" w:rsidRDefault="004A0ED7" w:rsidP="007E066F">
      <w:pPr>
        <w:pStyle w:val="ListParagraph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32D56">
        <w:rPr>
          <w:rFonts w:ascii="Times New Roman" w:hAnsi="Times New Roman"/>
          <w:b/>
          <w:sz w:val="28"/>
          <w:szCs w:val="28"/>
          <w:u w:val="single"/>
        </w:rPr>
        <w:t>Technik mechanik</w:t>
      </w:r>
    </w:p>
    <w:p w:rsidR="004A0ED7" w:rsidRPr="00932D56" w:rsidRDefault="004A0ED7" w:rsidP="007E066F">
      <w:pPr>
        <w:pStyle w:val="ListParagraph"/>
        <w:rPr>
          <w:rStyle w:val="HTMLCite"/>
          <w:rFonts w:ascii="Times New Roman" w:hAnsi="Times New Roman"/>
          <w:sz w:val="28"/>
          <w:szCs w:val="28"/>
        </w:rPr>
      </w:pPr>
      <w:r w:rsidRPr="00932D56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hyperlink r:id="rId15" w:history="1">
        <w:r w:rsidRPr="00932D56">
          <w:rPr>
            <w:rStyle w:val="Hyperlink"/>
            <w:rFonts w:ascii="Times New Roman" w:hAnsi="Times New Roman"/>
            <w:sz w:val="28"/>
            <w:szCs w:val="28"/>
          </w:rPr>
          <w:t>www.</w:t>
        </w:r>
        <w:r w:rsidRPr="00932D56">
          <w:rPr>
            <w:rStyle w:val="Hyperlink"/>
            <w:rFonts w:ascii="Times New Roman" w:hAnsi="Times New Roman"/>
            <w:b/>
            <w:bCs/>
            <w:sz w:val="28"/>
            <w:szCs w:val="28"/>
          </w:rPr>
          <w:t>koweziu</w:t>
        </w:r>
        <w:r w:rsidRPr="00932D56">
          <w:rPr>
            <w:rStyle w:val="Hyperlink"/>
            <w:rFonts w:ascii="Times New Roman" w:hAnsi="Times New Roman"/>
            <w:sz w:val="28"/>
            <w:szCs w:val="28"/>
          </w:rPr>
          <w:t>.edu.pl/standardy/311_20.pdf</w:t>
        </w:r>
      </w:hyperlink>
    </w:p>
    <w:p w:rsidR="004A0ED7" w:rsidRDefault="004A0ED7" w:rsidP="007E066F">
      <w:pPr>
        <w:pStyle w:val="ListParagraph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32D56">
        <w:rPr>
          <w:rFonts w:ascii="Times New Roman" w:hAnsi="Times New Roman"/>
          <w:b/>
          <w:sz w:val="28"/>
          <w:szCs w:val="28"/>
          <w:u w:val="single"/>
        </w:rPr>
        <w:t>Technik budownictwa</w:t>
      </w:r>
    </w:p>
    <w:p w:rsidR="004A0ED7" w:rsidRPr="00932D56" w:rsidRDefault="004A0ED7" w:rsidP="00932D56">
      <w:pPr>
        <w:pStyle w:val="ListParagraph"/>
        <w:ind w:left="360"/>
        <w:jc w:val="both"/>
        <w:rPr>
          <w:rFonts w:ascii="Times New Roman" w:hAnsi="Times New Roman"/>
          <w:sz w:val="28"/>
          <w:szCs w:val="28"/>
        </w:rPr>
      </w:pPr>
      <w:r w:rsidRPr="00932D56">
        <w:rPr>
          <w:rFonts w:ascii="Times New Roman" w:hAnsi="Times New Roman"/>
          <w:sz w:val="28"/>
          <w:szCs w:val="28"/>
        </w:rPr>
        <w:t xml:space="preserve">Technik budownictwa </w:t>
      </w:r>
      <w:r>
        <w:rPr>
          <w:rFonts w:ascii="Times New Roman" w:hAnsi="Times New Roman"/>
          <w:sz w:val="28"/>
          <w:szCs w:val="28"/>
        </w:rPr>
        <w:t>wykonuje zbrojenia i  roboty betoniarskie, sporządza kosztorysy, i przygotowuje dokumentację przetargową, organizuje i kontroluje roboty budowlane.</w:t>
      </w:r>
    </w:p>
    <w:p w:rsidR="004A0ED7" w:rsidRPr="00932D56" w:rsidRDefault="004A0ED7" w:rsidP="007E066F">
      <w:pPr>
        <w:pStyle w:val="ListParagraph"/>
        <w:rPr>
          <w:rStyle w:val="HTMLCite"/>
          <w:rFonts w:ascii="Times New Roman" w:hAnsi="Times New Roman"/>
          <w:sz w:val="28"/>
          <w:szCs w:val="28"/>
        </w:rPr>
      </w:pPr>
      <w:r w:rsidRPr="00932D56">
        <w:rPr>
          <w:rStyle w:val="HTMLCite"/>
          <w:rFonts w:ascii="Times New Roman" w:hAnsi="Times New Roman"/>
          <w:sz w:val="28"/>
          <w:szCs w:val="28"/>
        </w:rPr>
        <w:t xml:space="preserve">                                    .</w:t>
      </w:r>
      <w:r w:rsidRPr="00932D56">
        <w:rPr>
          <w:rStyle w:val="Hyperlink"/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932D56">
          <w:rPr>
            <w:rStyle w:val="Hyperlink"/>
            <w:rFonts w:ascii="Times New Roman" w:hAnsi="Times New Roman"/>
            <w:sz w:val="28"/>
            <w:szCs w:val="28"/>
          </w:rPr>
          <w:t>www.</w:t>
        </w:r>
        <w:r w:rsidRPr="00932D56">
          <w:rPr>
            <w:rStyle w:val="Hyperlink"/>
            <w:rFonts w:ascii="Times New Roman" w:hAnsi="Times New Roman"/>
            <w:b/>
            <w:bCs/>
            <w:sz w:val="28"/>
            <w:szCs w:val="28"/>
          </w:rPr>
          <w:t>koweziu</w:t>
        </w:r>
        <w:r w:rsidRPr="00932D56">
          <w:rPr>
            <w:rStyle w:val="Hyperlink"/>
            <w:rFonts w:ascii="Times New Roman" w:hAnsi="Times New Roman"/>
            <w:sz w:val="28"/>
            <w:szCs w:val="28"/>
          </w:rPr>
          <w:t>.edu.pl/pp_zawod.php?nr_zawodu=311204</w:t>
        </w:r>
      </w:hyperlink>
    </w:p>
    <w:p w:rsidR="004A0ED7" w:rsidRPr="00932D56" w:rsidRDefault="004A0ED7" w:rsidP="007E066F">
      <w:pPr>
        <w:pStyle w:val="ListParagraph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32D56">
        <w:rPr>
          <w:rFonts w:ascii="Times New Roman" w:hAnsi="Times New Roman"/>
          <w:b/>
          <w:sz w:val="28"/>
          <w:szCs w:val="28"/>
          <w:u w:val="single"/>
        </w:rPr>
        <w:t>Technik żywienia i usług gastronomicznych</w:t>
      </w:r>
    </w:p>
    <w:p w:rsidR="004A0ED7" w:rsidRPr="00932D56" w:rsidRDefault="004A0ED7" w:rsidP="007E066F">
      <w:pPr>
        <w:pStyle w:val="ListParagraph"/>
        <w:rPr>
          <w:rFonts w:ascii="Times New Roman" w:hAnsi="Times New Roman"/>
          <w:b/>
          <w:sz w:val="28"/>
          <w:szCs w:val="28"/>
          <w:u w:val="single"/>
        </w:rPr>
      </w:pPr>
      <w:r w:rsidRPr="00932D56">
        <w:rPr>
          <w:rFonts w:ascii="Times New Roman" w:hAnsi="Times New Roman"/>
          <w:sz w:val="28"/>
          <w:szCs w:val="28"/>
        </w:rPr>
        <w:t xml:space="preserve">                                 </w:t>
      </w:r>
      <w:hyperlink r:id="rId17" w:history="1">
        <w:r w:rsidRPr="00932D56">
          <w:rPr>
            <w:rStyle w:val="Hyperlink"/>
            <w:rFonts w:ascii="Times New Roman" w:hAnsi="Times New Roman"/>
            <w:sz w:val="28"/>
            <w:szCs w:val="28"/>
          </w:rPr>
          <w:t>http://www.koweziu.edu.pl/pp_zawod.php?nr_zawodu=343404</w:t>
        </w:r>
      </w:hyperlink>
    </w:p>
    <w:p w:rsidR="004A0ED7" w:rsidRPr="00932D56" w:rsidRDefault="004A0ED7" w:rsidP="007E066F">
      <w:pPr>
        <w:pStyle w:val="ListParagraph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32D56">
        <w:rPr>
          <w:rFonts w:ascii="Times New Roman" w:hAnsi="Times New Roman"/>
          <w:b/>
          <w:sz w:val="28"/>
          <w:szCs w:val="28"/>
          <w:u w:val="single"/>
        </w:rPr>
        <w:t>Technik elektryk</w:t>
      </w:r>
    </w:p>
    <w:p w:rsidR="004A0ED7" w:rsidRPr="00932D56" w:rsidRDefault="004A0ED7" w:rsidP="007E066F">
      <w:pPr>
        <w:pStyle w:val="ListParagraph"/>
        <w:rPr>
          <w:rFonts w:ascii="Times New Roman" w:hAnsi="Times New Roman"/>
          <w:sz w:val="28"/>
          <w:szCs w:val="28"/>
          <w:u w:val="single"/>
        </w:rPr>
      </w:pPr>
      <w:r w:rsidRPr="00932D56">
        <w:rPr>
          <w:rFonts w:ascii="Times New Roman" w:hAnsi="Times New Roman"/>
          <w:sz w:val="28"/>
          <w:szCs w:val="28"/>
        </w:rPr>
        <w:t xml:space="preserve">                                 </w:t>
      </w:r>
      <w:hyperlink r:id="rId18" w:history="1">
        <w:r w:rsidRPr="00932D56">
          <w:rPr>
            <w:rStyle w:val="Hyperlink"/>
            <w:rFonts w:ascii="Times New Roman" w:hAnsi="Times New Roman"/>
            <w:sz w:val="28"/>
            <w:szCs w:val="28"/>
          </w:rPr>
          <w:t>http://www.koweziu.edu.pl/pp_zawod.php?nr_zawodu=311303</w:t>
        </w:r>
      </w:hyperlink>
    </w:p>
    <w:p w:rsidR="004A0ED7" w:rsidRPr="00932D56" w:rsidRDefault="004A0ED7" w:rsidP="007E066F">
      <w:pPr>
        <w:pStyle w:val="ListParagraph"/>
        <w:numPr>
          <w:ilvl w:val="0"/>
          <w:numId w:val="2"/>
        </w:numPr>
        <w:jc w:val="center"/>
        <w:rPr>
          <w:rStyle w:val="HTMLCite"/>
          <w:rFonts w:ascii="Times New Roman" w:hAnsi="Times New Roman"/>
          <w:b/>
          <w:i w:val="0"/>
          <w:iCs w:val="0"/>
          <w:sz w:val="28"/>
          <w:szCs w:val="28"/>
          <w:u w:val="single"/>
        </w:rPr>
      </w:pPr>
      <w:r w:rsidRPr="00932D56">
        <w:rPr>
          <w:rFonts w:ascii="Times New Roman" w:hAnsi="Times New Roman"/>
          <w:b/>
          <w:sz w:val="28"/>
          <w:szCs w:val="28"/>
          <w:u w:val="single"/>
        </w:rPr>
        <w:t xml:space="preserve">Technik technologii drewna  </w:t>
      </w:r>
      <w:r w:rsidRPr="00932D56">
        <w:rPr>
          <w:rFonts w:ascii="Times New Roman" w:hAnsi="Times New Roman"/>
          <w:b/>
          <w:sz w:val="28"/>
          <w:szCs w:val="28"/>
        </w:rPr>
        <w:t xml:space="preserve">                </w:t>
      </w:r>
    </w:p>
    <w:p w:rsidR="004A0ED7" w:rsidRPr="00932D56" w:rsidRDefault="004A0ED7" w:rsidP="007E066F">
      <w:pPr>
        <w:pStyle w:val="ListParagraph"/>
        <w:rPr>
          <w:rFonts w:ascii="Times New Roman" w:hAnsi="Times New Roman"/>
          <w:sz w:val="28"/>
          <w:szCs w:val="28"/>
        </w:rPr>
      </w:pPr>
      <w:r w:rsidRPr="00932D56">
        <w:rPr>
          <w:rFonts w:ascii="Times New Roman" w:hAnsi="Times New Roman"/>
          <w:sz w:val="28"/>
          <w:szCs w:val="28"/>
        </w:rPr>
        <w:t xml:space="preserve">                             </w:t>
      </w:r>
      <w:hyperlink r:id="rId19" w:history="1">
        <w:r w:rsidRPr="00932D56">
          <w:rPr>
            <w:rStyle w:val="Hyperlink"/>
            <w:rFonts w:ascii="Times New Roman" w:hAnsi="Times New Roman"/>
            <w:sz w:val="28"/>
            <w:szCs w:val="28"/>
          </w:rPr>
          <w:t>http://www.koweziu.edu.pl/pp_zawod.php?nr_zawodu=311922</w:t>
        </w:r>
      </w:hyperlink>
    </w:p>
    <w:p w:rsidR="004A0ED7" w:rsidRPr="00932D56" w:rsidRDefault="004A0ED7" w:rsidP="007E066F">
      <w:pPr>
        <w:pStyle w:val="ListParagraph"/>
        <w:rPr>
          <w:rFonts w:ascii="Times New Roman" w:hAnsi="Times New Roman"/>
          <w:sz w:val="28"/>
          <w:szCs w:val="28"/>
        </w:rPr>
      </w:pPr>
    </w:p>
    <w:p w:rsidR="004A0ED7" w:rsidRPr="00932D56" w:rsidRDefault="004A0ED7" w:rsidP="007E066F">
      <w:pPr>
        <w:pStyle w:val="ListParagraph"/>
        <w:jc w:val="both"/>
        <w:rPr>
          <w:rFonts w:ascii="Times New Roman" w:hAnsi="Times New Roman"/>
          <w:sz w:val="28"/>
          <w:szCs w:val="28"/>
        </w:rPr>
      </w:pPr>
      <w:r w:rsidRPr="00932D56">
        <w:rPr>
          <w:rStyle w:val="bodytext"/>
          <w:rFonts w:ascii="Times New Roman" w:hAnsi="Times New Roman"/>
          <w:sz w:val="28"/>
          <w:szCs w:val="28"/>
        </w:rPr>
        <w:t>Technik technologii drewna odpowiada za prawidłowe przygotowanie, przebieg, kierowanie i nadzorowanie procesu technologicznego w zakładach przemysłu drzewnego. Technik steruje procesem pozyskiwania oraz konserwacji surowców i materiałów drzewnych przed szkodliwym działaniem czynników atmosferycznych, suszeniem tarcicy. Organizuje i kontroluje prace związane z hydrotermiczną i plastyczną obróbką drewna i tworzyw drzewnych. Przeprowadza klasyfikację jakościową i wymiarową surowca drzewnego oraz właściwy jego dobór do założonych celów produkcyjnych. Wykonuje też rysunki techniczne i schematy technologiczne</w:t>
      </w:r>
      <w:r>
        <w:rPr>
          <w:rStyle w:val="bodytext"/>
          <w:rFonts w:ascii="Times New Roman" w:hAnsi="Times New Roman"/>
          <w:sz w:val="28"/>
          <w:szCs w:val="28"/>
        </w:rPr>
        <w:t>, tworzy plany zapotrzebowania na</w:t>
      </w:r>
      <w:r w:rsidRPr="00932D56">
        <w:rPr>
          <w:rStyle w:val="bodytext"/>
          <w:rFonts w:ascii="Times New Roman" w:hAnsi="Times New Roman"/>
          <w:sz w:val="28"/>
          <w:szCs w:val="28"/>
        </w:rPr>
        <w:t xml:space="preserve"> surowce i materiały drzewne.</w:t>
      </w:r>
    </w:p>
    <w:p w:rsidR="004A0ED7" w:rsidRPr="00932D56" w:rsidRDefault="004A0ED7" w:rsidP="007E066F">
      <w:pPr>
        <w:pStyle w:val="ListParagraph"/>
        <w:rPr>
          <w:rFonts w:ascii="Times New Roman" w:hAnsi="Times New Roman"/>
          <w:b/>
          <w:sz w:val="28"/>
          <w:szCs w:val="28"/>
          <w:u w:val="single"/>
        </w:rPr>
      </w:pPr>
    </w:p>
    <w:p w:rsidR="004A0ED7" w:rsidRDefault="004A0ED7" w:rsidP="007E066F">
      <w:pPr>
        <w:jc w:val="center"/>
        <w:rPr>
          <w:rFonts w:ascii="Times New Roman" w:hAnsi="Times New Roman"/>
          <w:b/>
          <w:sz w:val="28"/>
          <w:szCs w:val="28"/>
        </w:rPr>
      </w:pPr>
      <w:r w:rsidRPr="00932D56">
        <w:rPr>
          <w:rFonts w:ascii="Times New Roman" w:hAnsi="Times New Roman"/>
          <w:b/>
          <w:sz w:val="28"/>
          <w:szCs w:val="28"/>
          <w:u w:val="single"/>
        </w:rPr>
        <w:t xml:space="preserve">Szkoła zawodowa </w:t>
      </w:r>
      <w:r>
        <w:rPr>
          <w:rFonts w:ascii="Times New Roman" w:hAnsi="Times New Roman"/>
          <w:b/>
          <w:sz w:val="28"/>
          <w:szCs w:val="28"/>
        </w:rPr>
        <w:t>kształci w każdym wybranym przez ucznia zawodzie ujętym w klasyfikacji szkolnictwa zawodowego, np. :</w:t>
      </w:r>
      <w:r w:rsidRPr="00932D56">
        <w:rPr>
          <w:rFonts w:ascii="Times New Roman" w:hAnsi="Times New Roman"/>
          <w:b/>
          <w:sz w:val="28"/>
          <w:szCs w:val="28"/>
        </w:rPr>
        <w:t xml:space="preserve"> stolarz, ślusarz, elektryk, elektromechanik pojazdów samochodowych, sprzedawca, kucharz, fryzjer, elektryk, monter instalacji i urządzeń sanitarnych</w:t>
      </w:r>
    </w:p>
    <w:p w:rsidR="004A0ED7" w:rsidRDefault="004A0ED7" w:rsidP="007E066F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32D56">
        <w:rPr>
          <w:rFonts w:ascii="Times New Roman" w:hAnsi="Times New Roman"/>
          <w:b/>
          <w:sz w:val="28"/>
          <w:szCs w:val="28"/>
          <w:u w:val="single"/>
        </w:rPr>
        <w:t>Dla absolwentów ZSZ istnieje możliwość kontynuowania nauki</w:t>
      </w:r>
      <w:r w:rsidRPr="00932D56">
        <w:rPr>
          <w:rFonts w:ascii="Times New Roman" w:hAnsi="Times New Roman"/>
          <w:b/>
          <w:sz w:val="28"/>
          <w:szCs w:val="28"/>
          <w:u w:val="single"/>
        </w:rPr>
        <w:br/>
        <w:t xml:space="preserve"> w uzupełniającym liceum ogólnokształcącym (od klasy 2)</w:t>
      </w:r>
    </w:p>
    <w:p w:rsidR="004A0ED7" w:rsidRPr="00932D56" w:rsidRDefault="004A0ED7" w:rsidP="007E066F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4A0ED7" w:rsidRPr="009B1CFB" w:rsidRDefault="004A0ED7" w:rsidP="007E066F">
      <w:pPr>
        <w:jc w:val="center"/>
        <w:rPr>
          <w:rFonts w:ascii="Times New Roman" w:hAnsi="Times New Roman"/>
          <w:b/>
          <w:color w:val="9BBB59"/>
          <w:sz w:val="32"/>
          <w:szCs w:val="32"/>
          <w:u w:val="single"/>
        </w:rPr>
      </w:pPr>
      <w:r w:rsidRPr="009B1CFB">
        <w:rPr>
          <w:rFonts w:ascii="Times New Roman" w:hAnsi="Times New Roman"/>
          <w:b/>
          <w:color w:val="9BBB59"/>
          <w:sz w:val="32"/>
          <w:szCs w:val="32"/>
          <w:u w:val="single"/>
        </w:rPr>
        <w:t>Zespół Szkó</w:t>
      </w:r>
      <w:r>
        <w:rPr>
          <w:rFonts w:ascii="Times New Roman" w:hAnsi="Times New Roman"/>
          <w:b/>
          <w:color w:val="9BBB59"/>
          <w:sz w:val="32"/>
          <w:szCs w:val="32"/>
          <w:u w:val="single"/>
        </w:rPr>
        <w:t>ł</w:t>
      </w:r>
      <w:r w:rsidRPr="009B1CFB">
        <w:rPr>
          <w:rFonts w:ascii="Times New Roman" w:hAnsi="Times New Roman"/>
          <w:b/>
          <w:color w:val="9BBB59"/>
          <w:sz w:val="32"/>
          <w:szCs w:val="32"/>
          <w:u w:val="single"/>
        </w:rPr>
        <w:t xml:space="preserve"> Ponadgimnazjalnych w Owidzu</w:t>
      </w:r>
    </w:p>
    <w:p w:rsidR="004A0ED7" w:rsidRPr="000C63A6" w:rsidRDefault="004A0ED7" w:rsidP="007E066F">
      <w:pPr>
        <w:spacing w:before="100" w:beforeAutospacing="1" w:after="100" w:afterAutospacing="1" w:line="240" w:lineRule="atLeast"/>
        <w:ind w:left="720"/>
        <w:jc w:val="center"/>
        <w:rPr>
          <w:rFonts w:ascii="Times New Roman" w:hAnsi="Times New Roman"/>
          <w:sz w:val="28"/>
          <w:szCs w:val="28"/>
        </w:rPr>
      </w:pPr>
      <w:hyperlink r:id="rId20" w:history="1">
        <w:r w:rsidRPr="000C63A6">
          <w:rPr>
            <w:rStyle w:val="Hyperlink"/>
            <w:rFonts w:ascii="Times New Roman" w:hAnsi="Times New Roman"/>
            <w:b/>
            <w:sz w:val="28"/>
            <w:szCs w:val="28"/>
          </w:rPr>
          <w:t>http://www.technikumowidz.pl/</w:t>
        </w:r>
      </w:hyperlink>
    </w:p>
    <w:p w:rsidR="004A0ED7" w:rsidRDefault="004A0ED7" w:rsidP="007E066F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21" w:history="1">
        <w:r w:rsidRPr="000C63A6">
          <w:rPr>
            <w:rStyle w:val="Hyperlink"/>
            <w:rFonts w:ascii="Times New Roman" w:hAnsi="Times New Roman"/>
            <w:b/>
            <w:color w:val="auto"/>
            <w:sz w:val="28"/>
            <w:szCs w:val="28"/>
          </w:rPr>
          <w:t>Technik informatyk</w:t>
        </w:r>
      </w:hyperlink>
    </w:p>
    <w:p w:rsidR="004A0ED7" w:rsidRDefault="004A0ED7" w:rsidP="007E066F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0ED7" w:rsidRDefault="004A0ED7" w:rsidP="007E066F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22" w:history="1">
        <w:r w:rsidRPr="000C63A6">
          <w:rPr>
            <w:rStyle w:val="Hyperlink"/>
            <w:rFonts w:ascii="Times New Roman" w:hAnsi="Times New Roman"/>
            <w:b/>
            <w:color w:val="auto"/>
            <w:sz w:val="28"/>
            <w:szCs w:val="28"/>
          </w:rPr>
          <w:t>Technik geodeta</w:t>
        </w:r>
      </w:hyperlink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454C4">
        <w:rPr>
          <w:rStyle w:val="Strong"/>
          <w:sz w:val="28"/>
          <w:szCs w:val="28"/>
        </w:rPr>
        <w:t>Gdzie znajdziesz pracę po ukończeniu tej szkoły?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119.75pt;margin-top:0;width:159.75pt;height:182.25pt;z-index:251658752;mso-wrap-distance-left:0;mso-wrap-distance-right:0;mso-position-horizontal:right;mso-position-horizontal-relative:text;mso-position-vertical-relative:line" o:allowoverlap="f">
            <v:imagedata r:id="rId23" o:title=""/>
            <w10:wrap type="square"/>
          </v:shape>
        </w:pict>
      </w:r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3454C4">
        <w:rPr>
          <w:rStyle w:val="Strong"/>
          <w:b w:val="0"/>
          <w:bCs w:val="0"/>
          <w:sz w:val="28"/>
          <w:szCs w:val="28"/>
        </w:rPr>
        <w:t>·</w:t>
      </w:r>
      <w:r w:rsidRPr="003454C4">
        <w:rPr>
          <w:rStyle w:val="apple-converted-space"/>
          <w:sz w:val="28"/>
          <w:szCs w:val="28"/>
        </w:rPr>
        <w:t> </w:t>
      </w:r>
      <w:r w:rsidRPr="003454C4">
        <w:rPr>
          <w:rStyle w:val="Strong"/>
          <w:b w:val="0"/>
          <w:bCs w:val="0"/>
          <w:sz w:val="28"/>
          <w:szCs w:val="28"/>
        </w:rPr>
        <w:t>W przedsiębiorstwach geodezyjno – kartograficznych,</w:t>
      </w:r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3454C4">
        <w:rPr>
          <w:rStyle w:val="Strong"/>
          <w:b w:val="0"/>
          <w:bCs w:val="0"/>
          <w:sz w:val="28"/>
          <w:szCs w:val="28"/>
        </w:rPr>
        <w:t>·</w:t>
      </w:r>
      <w:r w:rsidRPr="003454C4">
        <w:rPr>
          <w:rStyle w:val="apple-converted-space"/>
          <w:sz w:val="28"/>
          <w:szCs w:val="28"/>
        </w:rPr>
        <w:t> </w:t>
      </w:r>
      <w:r w:rsidRPr="003454C4">
        <w:rPr>
          <w:rStyle w:val="Strong"/>
          <w:b w:val="0"/>
          <w:bCs w:val="0"/>
          <w:sz w:val="28"/>
          <w:szCs w:val="28"/>
        </w:rPr>
        <w:t>Ośrodkach dokumentacji geodezyjnej i kartograficznej,</w:t>
      </w:r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/>
        <w:ind w:left="142" w:hanging="142"/>
        <w:jc w:val="both"/>
        <w:rPr>
          <w:sz w:val="28"/>
          <w:szCs w:val="28"/>
        </w:rPr>
      </w:pPr>
      <w:r w:rsidRPr="003454C4">
        <w:rPr>
          <w:rStyle w:val="Strong"/>
          <w:b w:val="0"/>
          <w:bCs w:val="0"/>
          <w:sz w:val="28"/>
          <w:szCs w:val="28"/>
        </w:rPr>
        <w:t>·</w:t>
      </w:r>
      <w:r w:rsidRPr="003454C4">
        <w:rPr>
          <w:rStyle w:val="apple-converted-space"/>
          <w:sz w:val="28"/>
          <w:szCs w:val="28"/>
        </w:rPr>
        <w:t> </w:t>
      </w:r>
      <w:r w:rsidRPr="003454C4">
        <w:rPr>
          <w:rStyle w:val="Strong"/>
          <w:b w:val="0"/>
          <w:bCs w:val="0"/>
          <w:sz w:val="28"/>
          <w:szCs w:val="28"/>
        </w:rPr>
        <w:t>Jednostkach organizacyjnych administracji</w:t>
      </w:r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</w:rPr>
      </w:pPr>
      <w:r w:rsidRPr="003454C4">
        <w:rPr>
          <w:rStyle w:val="Strong"/>
          <w:b w:val="0"/>
          <w:bCs w:val="0"/>
          <w:sz w:val="28"/>
          <w:szCs w:val="28"/>
        </w:rPr>
        <w:t>geodezyjno - kartograficznej</w:t>
      </w:r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44455"/>
          <w:sz w:val="28"/>
          <w:szCs w:val="28"/>
        </w:rPr>
      </w:pPr>
      <w:r w:rsidRPr="003454C4">
        <w:rPr>
          <w:rStyle w:val="Emphasis"/>
          <w:b/>
          <w:bCs/>
          <w:color w:val="C00000"/>
          <w:sz w:val="28"/>
          <w:szCs w:val="28"/>
        </w:rPr>
        <w:t>Uzyskasz następujące kwalifikacje:</w:t>
      </w:r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/>
        <w:ind w:left="426" w:hanging="284"/>
        <w:jc w:val="both"/>
        <w:rPr>
          <w:color w:val="444455"/>
          <w:sz w:val="28"/>
          <w:szCs w:val="28"/>
        </w:rPr>
      </w:pPr>
      <w:r w:rsidRPr="003454C4">
        <w:rPr>
          <w:color w:val="002060"/>
          <w:sz w:val="28"/>
          <w:szCs w:val="28"/>
        </w:rPr>
        <w:t>·</w:t>
      </w:r>
      <w:r w:rsidRPr="003454C4">
        <w:rPr>
          <w:rStyle w:val="apple-converted-space"/>
          <w:color w:val="002060"/>
          <w:sz w:val="28"/>
          <w:szCs w:val="28"/>
        </w:rPr>
        <w:t> </w:t>
      </w:r>
      <w:r w:rsidRPr="003454C4">
        <w:rPr>
          <w:rStyle w:val="Strong"/>
          <w:color w:val="002060"/>
          <w:sz w:val="28"/>
          <w:szCs w:val="28"/>
        </w:rPr>
        <w:t>Wykonywanie pomiarów sytuacyjnych i wysokościowych oraz opracowywanie wyników pomiarów</w:t>
      </w:r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/>
        <w:ind w:left="426" w:hanging="284"/>
        <w:jc w:val="both"/>
        <w:rPr>
          <w:color w:val="444455"/>
          <w:sz w:val="28"/>
          <w:szCs w:val="28"/>
        </w:rPr>
      </w:pPr>
      <w:r w:rsidRPr="003454C4">
        <w:rPr>
          <w:color w:val="002060"/>
          <w:sz w:val="28"/>
          <w:szCs w:val="28"/>
        </w:rPr>
        <w:t>·</w:t>
      </w:r>
      <w:r w:rsidRPr="003454C4">
        <w:rPr>
          <w:rStyle w:val="apple-converted-space"/>
          <w:color w:val="002060"/>
          <w:sz w:val="28"/>
          <w:szCs w:val="28"/>
        </w:rPr>
        <w:t> </w:t>
      </w:r>
      <w:r w:rsidRPr="003454C4">
        <w:rPr>
          <w:rStyle w:val="Strong"/>
          <w:color w:val="002060"/>
          <w:sz w:val="28"/>
          <w:szCs w:val="28"/>
        </w:rPr>
        <w:t>Obsługa geodezyjna inwestycji budowlanych</w:t>
      </w:r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/>
        <w:ind w:left="426" w:hanging="284"/>
        <w:jc w:val="both"/>
        <w:rPr>
          <w:color w:val="444455"/>
          <w:sz w:val="28"/>
          <w:szCs w:val="28"/>
        </w:rPr>
      </w:pPr>
      <w:r w:rsidRPr="003454C4">
        <w:rPr>
          <w:color w:val="002060"/>
          <w:sz w:val="28"/>
          <w:szCs w:val="28"/>
        </w:rPr>
        <w:t>·</w:t>
      </w:r>
      <w:r w:rsidRPr="003454C4">
        <w:rPr>
          <w:rStyle w:val="apple-converted-space"/>
          <w:color w:val="002060"/>
          <w:sz w:val="28"/>
          <w:szCs w:val="28"/>
        </w:rPr>
        <w:t> </w:t>
      </w:r>
      <w:r w:rsidRPr="003454C4">
        <w:rPr>
          <w:rStyle w:val="Strong"/>
          <w:color w:val="002060"/>
          <w:sz w:val="28"/>
          <w:szCs w:val="28"/>
        </w:rPr>
        <w:t>Wykonywanie prac geodezyjnych związanych z katastrem i gospodarką nieruchomościami</w:t>
      </w:r>
    </w:p>
    <w:p w:rsidR="004A0ED7" w:rsidRDefault="004A0ED7" w:rsidP="000C63A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0ED7" w:rsidRDefault="004A0ED7" w:rsidP="007E066F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24" w:history="1">
        <w:r w:rsidRPr="000C63A6">
          <w:rPr>
            <w:rStyle w:val="Hyperlink"/>
            <w:rFonts w:ascii="Times New Roman" w:hAnsi="Times New Roman"/>
            <w:b/>
            <w:color w:val="auto"/>
            <w:sz w:val="28"/>
            <w:szCs w:val="28"/>
          </w:rPr>
          <w:t>Technik hotelarstwa</w:t>
        </w:r>
      </w:hyperlink>
    </w:p>
    <w:p w:rsidR="004A0ED7" w:rsidRPr="00626006" w:rsidRDefault="004A0ED7" w:rsidP="00626006">
      <w:pPr>
        <w:shd w:val="clear" w:color="auto" w:fill="FFFFFF"/>
        <w:spacing w:after="151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626006">
        <w:rPr>
          <w:rFonts w:ascii="Times New Roman" w:hAnsi="Times New Roman"/>
          <w:b/>
          <w:bCs/>
          <w:sz w:val="28"/>
          <w:szCs w:val="28"/>
          <w:lang w:eastAsia="pl-PL"/>
        </w:rPr>
        <w:t>Gdzie znajdziesz pracę po ukończeniu tej szkoły?</w:t>
      </w:r>
      <w:r>
        <w:rPr>
          <w:noProof/>
          <w:lang w:eastAsia="pl-PL"/>
        </w:rPr>
        <w:pict>
          <v:shape id="_x0000_s1027" type="#_x0000_t75" alt="" style="position:absolute;left:0;text-align:left;margin-left:165.5pt;margin-top:0;width:205.5pt;height:228.75pt;z-index:251659776;mso-wrap-distance-left:0;mso-wrap-distance-right:0;mso-position-horizontal:right;mso-position-horizontal-relative:text;mso-position-vertical-relative:line" o:allowoverlap="f">
            <v:imagedata r:id="rId25" o:title=""/>
            <w10:wrap type="square"/>
          </v:shape>
        </w:pict>
      </w:r>
    </w:p>
    <w:p w:rsidR="004A0ED7" w:rsidRPr="00626006" w:rsidRDefault="004A0ED7" w:rsidP="00626006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626006">
        <w:rPr>
          <w:rFonts w:ascii="Times New Roman" w:hAnsi="Times New Roman"/>
          <w:sz w:val="28"/>
          <w:szCs w:val="28"/>
          <w:lang w:eastAsia="pl-PL"/>
        </w:rPr>
        <w:t>· Wszystkie obiekty hotelarskie: hotele, pensjonaty, ośrodki wczasowe, promy pasażerskie, pływające hotele</w:t>
      </w:r>
    </w:p>
    <w:p w:rsidR="004A0ED7" w:rsidRPr="00626006" w:rsidRDefault="004A0ED7" w:rsidP="00626006">
      <w:pPr>
        <w:shd w:val="clear" w:color="auto" w:fill="FFFFFF"/>
        <w:spacing w:after="240" w:line="240" w:lineRule="auto"/>
        <w:ind w:left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626006">
        <w:rPr>
          <w:rFonts w:ascii="Times New Roman" w:hAnsi="Times New Roman"/>
          <w:sz w:val="28"/>
          <w:szCs w:val="28"/>
          <w:lang w:eastAsia="pl-PL"/>
        </w:rPr>
        <w:t>w Polsce i w Europie. </w:t>
      </w:r>
    </w:p>
    <w:p w:rsidR="004A0ED7" w:rsidRPr="00626006" w:rsidRDefault="004A0ED7" w:rsidP="00626006">
      <w:pPr>
        <w:shd w:val="clear" w:color="auto" w:fill="FFFFFF"/>
        <w:spacing w:after="151" w:line="240" w:lineRule="auto"/>
        <w:jc w:val="both"/>
        <w:rPr>
          <w:rFonts w:ascii="Times New Roman" w:hAnsi="Times New Roman"/>
          <w:color w:val="444455"/>
          <w:sz w:val="28"/>
          <w:szCs w:val="28"/>
          <w:lang w:eastAsia="pl-PL"/>
        </w:rPr>
      </w:pPr>
      <w:r w:rsidRPr="00626006">
        <w:rPr>
          <w:rFonts w:ascii="Times New Roman" w:hAnsi="Times New Roman"/>
          <w:b/>
          <w:bCs/>
          <w:i/>
          <w:iCs/>
          <w:color w:val="C00000"/>
          <w:sz w:val="28"/>
          <w:szCs w:val="28"/>
          <w:lang w:eastAsia="pl-PL"/>
        </w:rPr>
        <w:t>Kwalifikacje które uzyskasz po ukończeniu tej szkoły, to:</w:t>
      </w:r>
    </w:p>
    <w:p w:rsidR="004A0ED7" w:rsidRPr="00626006" w:rsidRDefault="004A0ED7" w:rsidP="00626006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color w:val="444455"/>
          <w:sz w:val="28"/>
          <w:szCs w:val="28"/>
          <w:lang w:eastAsia="pl-PL"/>
        </w:rPr>
      </w:pPr>
      <w:r w:rsidRPr="00626006">
        <w:rPr>
          <w:rFonts w:ascii="Times New Roman" w:hAnsi="Times New Roman"/>
          <w:color w:val="002060"/>
          <w:sz w:val="28"/>
          <w:szCs w:val="28"/>
          <w:lang w:eastAsia="pl-PL"/>
        </w:rPr>
        <w:t>· </w:t>
      </w:r>
      <w:r w:rsidRPr="00626006">
        <w:rPr>
          <w:rFonts w:ascii="Times New Roman" w:hAnsi="Times New Roman"/>
          <w:b/>
          <w:bCs/>
          <w:color w:val="002060"/>
          <w:sz w:val="28"/>
          <w:szCs w:val="28"/>
          <w:lang w:eastAsia="pl-PL"/>
        </w:rPr>
        <w:t>Planowanie i realizacja usług w recepcji</w:t>
      </w:r>
    </w:p>
    <w:p w:rsidR="004A0ED7" w:rsidRPr="00626006" w:rsidRDefault="004A0ED7" w:rsidP="00626006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color w:val="444455"/>
          <w:sz w:val="28"/>
          <w:szCs w:val="28"/>
          <w:lang w:eastAsia="pl-PL"/>
        </w:rPr>
      </w:pPr>
      <w:r w:rsidRPr="00626006">
        <w:rPr>
          <w:rFonts w:ascii="Times New Roman" w:hAnsi="Times New Roman"/>
          <w:color w:val="002060"/>
          <w:sz w:val="28"/>
          <w:szCs w:val="28"/>
          <w:lang w:eastAsia="pl-PL"/>
        </w:rPr>
        <w:t>· </w:t>
      </w:r>
      <w:r w:rsidRPr="00626006">
        <w:rPr>
          <w:rFonts w:ascii="Times New Roman" w:hAnsi="Times New Roman"/>
          <w:b/>
          <w:bCs/>
          <w:color w:val="002060"/>
          <w:sz w:val="28"/>
          <w:szCs w:val="28"/>
          <w:lang w:eastAsia="pl-PL"/>
        </w:rPr>
        <w:t>Obsługa gości w obiekcie świadczącym usługi hotelarskie</w:t>
      </w:r>
    </w:p>
    <w:p w:rsidR="004A0ED7" w:rsidRDefault="004A0ED7" w:rsidP="003454C4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4A0ED7" w:rsidRDefault="004A0ED7" w:rsidP="003454C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hyperlink r:id="rId26" w:history="1">
        <w:r w:rsidRPr="000C63A6">
          <w:rPr>
            <w:rStyle w:val="Hyperlink"/>
            <w:rFonts w:ascii="Times New Roman" w:hAnsi="Times New Roman"/>
            <w:b/>
            <w:color w:val="auto"/>
            <w:sz w:val="28"/>
            <w:szCs w:val="28"/>
          </w:rPr>
          <w:t>Technik ochrony środowiska</w:t>
        </w:r>
      </w:hyperlink>
    </w:p>
    <w:p w:rsidR="004A0ED7" w:rsidRPr="003454C4" w:rsidRDefault="004A0ED7" w:rsidP="003454C4">
      <w:pPr>
        <w:shd w:val="clear" w:color="auto" w:fill="FFFFFF"/>
        <w:spacing w:after="151" w:line="320" w:lineRule="atLeast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b/>
          <w:bCs/>
          <w:sz w:val="28"/>
          <w:szCs w:val="28"/>
          <w:lang w:eastAsia="pl-PL"/>
        </w:rPr>
        <w:t>Gdzie znajdziesz pracę po ukończeniu tej szkoły?</w:t>
      </w:r>
      <w:r>
        <w:rPr>
          <w:noProof/>
          <w:lang w:eastAsia="pl-PL"/>
        </w:rPr>
        <w:pict>
          <v:shape id="_x0000_s1028" type="#_x0000_t75" alt="" style="position:absolute;left:0;text-align:left;margin-left:158.75pt;margin-top:0;width:198.75pt;height:229.5pt;z-index:251656704;mso-wrap-distance-left:0;mso-wrap-distance-right:0;mso-position-horizontal:right;mso-position-horizontal-relative:text;mso-position-vertical-relative:line" o:allowoverlap="f">
            <v:imagedata r:id="rId27" o:title=""/>
            <w10:wrap type="square"/>
          </v:shape>
        </w:pic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ośrodkach badań i kontroli środowiska,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terenowych organach administracji państwowej w wydziałach ochrony środowiska,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stacjach sanitarno-epidemiologicznych,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działach ochrony środowiska zakładów przemysłowych,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miejskich przedsiębiorstwach wodociągów i kanalizacji,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stacjach uzdatniania wody i oczyszczania ścieków,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zakładach unieszkodliwiania odpadów,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pracowniach ochrony środowiska biur projektowych,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instytutach naukowo-badawczych,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ośrodkach bad.-rozwoj. zajmujących się ochroną środowiska.</w:t>
      </w:r>
    </w:p>
    <w:p w:rsidR="004A0ED7" w:rsidRPr="003454C4" w:rsidRDefault="004A0ED7" w:rsidP="003454C4">
      <w:pPr>
        <w:shd w:val="clear" w:color="auto" w:fill="FFFFFF"/>
        <w:spacing w:after="151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pl-PL"/>
        </w:rPr>
      </w:pPr>
      <w:r w:rsidRPr="003454C4"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pl-PL"/>
        </w:rPr>
        <w:t>Uzyskasz następujące kwalifikacje:</w:t>
      </w:r>
    </w:p>
    <w:p w:rsidR="004A0ED7" w:rsidRPr="003454C4" w:rsidRDefault="004A0ED7" w:rsidP="003454C4">
      <w:pPr>
        <w:shd w:val="clear" w:color="auto" w:fill="FFFFFF"/>
        <w:spacing w:after="0" w:line="240" w:lineRule="auto"/>
        <w:ind w:left="426" w:hanging="284"/>
        <w:jc w:val="both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3454C4">
        <w:rPr>
          <w:rFonts w:ascii="Times New Roman" w:hAnsi="Times New Roman"/>
          <w:color w:val="0000FF"/>
          <w:sz w:val="28"/>
          <w:szCs w:val="28"/>
          <w:lang w:eastAsia="pl-PL"/>
        </w:rPr>
        <w:t>· </w:t>
      </w:r>
      <w:r w:rsidRPr="003454C4">
        <w:rPr>
          <w:rFonts w:ascii="Times New Roman" w:hAnsi="Times New Roman"/>
          <w:b/>
          <w:bCs/>
          <w:color w:val="0000FF"/>
          <w:sz w:val="28"/>
          <w:szCs w:val="28"/>
          <w:lang w:eastAsia="pl-PL"/>
        </w:rPr>
        <w:t>Ocena stanu środowiska</w:t>
      </w:r>
    </w:p>
    <w:p w:rsidR="004A0ED7" w:rsidRPr="003454C4" w:rsidRDefault="004A0ED7" w:rsidP="003454C4">
      <w:pPr>
        <w:shd w:val="clear" w:color="auto" w:fill="FFFFFF"/>
        <w:spacing w:after="151" w:line="240" w:lineRule="auto"/>
        <w:jc w:val="both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3454C4">
        <w:rPr>
          <w:rFonts w:ascii="Times New Roman" w:hAnsi="Times New Roman"/>
          <w:b/>
          <w:bCs/>
          <w:color w:val="0000FF"/>
          <w:sz w:val="28"/>
          <w:szCs w:val="28"/>
          <w:lang w:eastAsia="pl-PL"/>
        </w:rPr>
        <w:t>- Planowanie i realizacja zadań związanych z ochroną środowiska</w:t>
      </w:r>
    </w:p>
    <w:p w:rsidR="004A0ED7" w:rsidRPr="003454C4" w:rsidRDefault="004A0ED7" w:rsidP="003454C4">
      <w:pPr>
        <w:shd w:val="clear" w:color="auto" w:fill="FFFFFF"/>
        <w:spacing w:after="151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 </w:t>
      </w:r>
    </w:p>
    <w:p w:rsidR="004A0ED7" w:rsidRDefault="004A0ED7" w:rsidP="007E066F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28" w:history="1">
        <w:r w:rsidRPr="000C63A6">
          <w:rPr>
            <w:rStyle w:val="Hyperlink"/>
            <w:rFonts w:ascii="Times New Roman" w:hAnsi="Times New Roman"/>
            <w:b/>
            <w:color w:val="auto"/>
            <w:sz w:val="28"/>
            <w:szCs w:val="28"/>
          </w:rPr>
          <w:t>Technik obsługi turystycznej</w:t>
        </w:r>
      </w:hyperlink>
    </w:p>
    <w:p w:rsidR="004A0ED7" w:rsidRPr="003454C4" w:rsidRDefault="004A0ED7" w:rsidP="003454C4">
      <w:pPr>
        <w:shd w:val="clear" w:color="auto" w:fill="FFFFFF"/>
        <w:spacing w:after="151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b/>
          <w:bCs/>
          <w:sz w:val="28"/>
          <w:szCs w:val="28"/>
          <w:lang w:eastAsia="pl-PL"/>
        </w:rPr>
        <w:t>Gdzie znajdziesz pracę po ukończeniu tej szkoły?</w:t>
      </w:r>
      <w:r>
        <w:rPr>
          <w:noProof/>
          <w:lang w:eastAsia="pl-PL"/>
        </w:rPr>
        <w:pict>
          <v:shape id="_x0000_s1029" type="#_x0000_t75" alt="" style="position:absolute;left:0;text-align:left;margin-left:187.25pt;margin-top:0;width:227.25pt;height:194.25pt;z-index:251655680;mso-wrap-distance-left:0;mso-wrap-distance-right:0;mso-position-horizontal:right;mso-position-horizontal-relative:text;mso-position-vertical-relative:line" o:allowoverlap="f">
            <v:imagedata r:id="rId29" o:title=""/>
            <w10:wrap type="square"/>
          </v:shape>
        </w:pic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W biurach i organizacjach turystycznych w regionie, w kraju i w Europie.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· Prowadzenie własnego biura turystycznego jako organizator i/lub pośrednik w sprzedaży usług turystycznych.</w:t>
      </w:r>
    </w:p>
    <w:p w:rsidR="004A0ED7" w:rsidRPr="00626006" w:rsidRDefault="004A0ED7" w:rsidP="003454C4">
      <w:pPr>
        <w:shd w:val="clear" w:color="auto" w:fill="FFFFFF"/>
        <w:spacing w:after="151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pl-PL"/>
        </w:rPr>
      </w:pPr>
      <w:r w:rsidRPr="00626006">
        <w:rPr>
          <w:rFonts w:ascii="Times New Roman" w:hAnsi="Times New Roman"/>
          <w:b/>
          <w:bCs/>
          <w:i/>
          <w:iCs/>
          <w:color w:val="FF0000"/>
          <w:sz w:val="28"/>
          <w:szCs w:val="28"/>
          <w:lang w:eastAsia="pl-PL"/>
        </w:rPr>
        <w:t>Uzyskasz następujące kwalifikacje:</w:t>
      </w:r>
    </w:p>
    <w:p w:rsidR="004A0ED7" w:rsidRPr="00626006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626006">
        <w:rPr>
          <w:rFonts w:ascii="Times New Roman" w:hAnsi="Times New Roman"/>
          <w:color w:val="0000FF"/>
          <w:sz w:val="28"/>
          <w:szCs w:val="28"/>
          <w:lang w:eastAsia="pl-PL"/>
        </w:rPr>
        <w:t>· </w:t>
      </w:r>
      <w:r w:rsidRPr="00626006">
        <w:rPr>
          <w:rFonts w:ascii="Times New Roman" w:hAnsi="Times New Roman"/>
          <w:b/>
          <w:bCs/>
          <w:color w:val="0000FF"/>
          <w:sz w:val="28"/>
          <w:szCs w:val="28"/>
          <w:lang w:eastAsia="pl-PL"/>
        </w:rPr>
        <w:t>Planowanie i realizacja imprez i usług turystycznych.</w:t>
      </w:r>
    </w:p>
    <w:p w:rsidR="004A0ED7" w:rsidRPr="00626006" w:rsidRDefault="004A0ED7" w:rsidP="003454C4">
      <w:pPr>
        <w:shd w:val="clear" w:color="auto" w:fill="FFFFFF"/>
        <w:spacing w:after="151" w:line="240" w:lineRule="auto"/>
        <w:ind w:left="142" w:hanging="142"/>
        <w:jc w:val="both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626006">
        <w:rPr>
          <w:rFonts w:ascii="Times New Roman" w:hAnsi="Times New Roman"/>
          <w:color w:val="0000FF"/>
          <w:sz w:val="28"/>
          <w:szCs w:val="28"/>
          <w:lang w:eastAsia="pl-PL"/>
        </w:rPr>
        <w:t>· </w:t>
      </w:r>
      <w:r w:rsidRPr="00626006">
        <w:rPr>
          <w:rFonts w:ascii="Times New Roman" w:hAnsi="Times New Roman"/>
          <w:b/>
          <w:bCs/>
          <w:color w:val="0000FF"/>
          <w:sz w:val="28"/>
          <w:szCs w:val="28"/>
          <w:lang w:eastAsia="pl-PL"/>
        </w:rPr>
        <w:t>Prowadzenie informacji turystycznej oraz sprzedaż usług turystyczny</w:t>
      </w:r>
    </w:p>
    <w:p w:rsidR="004A0ED7" w:rsidRDefault="004A0ED7" w:rsidP="003454C4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4A0ED7" w:rsidRDefault="004A0ED7" w:rsidP="007E066F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pl-PL"/>
        </w:rPr>
        <w:pict>
          <v:shape id="_x0000_s1030" type="#_x0000_t75" alt="" style="position:absolute;left:0;text-align:left;margin-left:4in;margin-top:27.5pt;width:186pt;height:133.5pt;z-index:251657728;mso-wrap-distance-left:0;mso-wrap-distance-right:0;mso-position-vertical-relative:line" o:allowoverlap="f">
            <v:imagedata r:id="rId30" o:title=""/>
            <w10:wrap type="square"/>
          </v:shape>
        </w:pict>
      </w:r>
      <w:hyperlink r:id="rId31" w:history="1">
        <w:r w:rsidRPr="000C63A6">
          <w:rPr>
            <w:rStyle w:val="Hyperlink"/>
            <w:rFonts w:ascii="Times New Roman" w:hAnsi="Times New Roman"/>
            <w:b/>
            <w:color w:val="auto"/>
            <w:sz w:val="28"/>
            <w:szCs w:val="28"/>
          </w:rPr>
          <w:t>Technik żywienia i usług gastronomicznych</w:t>
        </w:r>
      </w:hyperlink>
    </w:p>
    <w:p w:rsidR="004A0ED7" w:rsidRPr="003454C4" w:rsidRDefault="004A0ED7" w:rsidP="003454C4">
      <w:pPr>
        <w:shd w:val="clear" w:color="auto" w:fill="FFFFFF"/>
        <w:spacing w:after="151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 w:rsidRPr="003454C4">
        <w:rPr>
          <w:rFonts w:ascii="Times New Roman" w:hAnsi="Times New Roman"/>
          <w:b/>
          <w:bCs/>
          <w:sz w:val="28"/>
          <w:szCs w:val="28"/>
          <w:lang w:eastAsia="pl-PL"/>
        </w:rPr>
        <w:t>Gdzie znajdziesz pracę po ukończeniu tej szkoły?</w:t>
      </w:r>
    </w:p>
    <w:p w:rsidR="004A0ED7" w:rsidRPr="003454C4" w:rsidRDefault="004A0ED7" w:rsidP="003454C4">
      <w:pPr>
        <w:shd w:val="clear" w:color="auto" w:fill="FFFFFF"/>
        <w:spacing w:after="151" w:line="240" w:lineRule="auto"/>
        <w:jc w:val="both"/>
        <w:rPr>
          <w:rFonts w:ascii="Times New Roman" w:hAnsi="Times New Roman"/>
          <w:color w:val="444455"/>
          <w:sz w:val="28"/>
          <w:szCs w:val="28"/>
          <w:lang w:eastAsia="pl-PL"/>
        </w:rPr>
      </w:pPr>
      <w:r w:rsidRPr="003454C4">
        <w:rPr>
          <w:rFonts w:ascii="Times New Roman" w:hAnsi="Times New Roman"/>
          <w:sz w:val="28"/>
          <w:szCs w:val="28"/>
          <w:lang w:eastAsia="pl-PL"/>
        </w:rPr>
        <w:t>Wszystkie obiekty hotelarsko - gastronomiczne: hotele, pensjonaty, ośrodki wczasowe, promy pasażerskie, pływające hotele, restauracje, bary, kawiarnie w regionie, w Polsce i w Europie</w:t>
      </w:r>
      <w:r w:rsidRPr="003454C4">
        <w:rPr>
          <w:rFonts w:ascii="Times New Roman" w:hAnsi="Times New Roman"/>
          <w:color w:val="444455"/>
          <w:sz w:val="28"/>
          <w:szCs w:val="28"/>
          <w:lang w:eastAsia="pl-PL"/>
        </w:rPr>
        <w:t>.</w:t>
      </w:r>
      <w:r w:rsidRPr="003454C4">
        <w:rPr>
          <w:rFonts w:ascii="Times New Roman" w:hAnsi="Times New Roman"/>
          <w:color w:val="444455"/>
          <w:sz w:val="28"/>
          <w:szCs w:val="28"/>
          <w:lang w:eastAsia="pl-PL"/>
        </w:rPr>
        <w:br/>
      </w:r>
      <w:r w:rsidRPr="003454C4">
        <w:rPr>
          <w:rFonts w:ascii="Times New Roman" w:hAnsi="Times New Roman"/>
          <w:b/>
          <w:bCs/>
          <w:i/>
          <w:iCs/>
          <w:color w:val="C00000"/>
          <w:sz w:val="28"/>
          <w:szCs w:val="28"/>
          <w:lang w:eastAsia="pl-PL"/>
        </w:rPr>
        <w:t>Uzyskasz następujące kwalifikacje: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284" w:hanging="294"/>
        <w:jc w:val="both"/>
        <w:rPr>
          <w:rFonts w:ascii="Times New Roman" w:hAnsi="Times New Roman"/>
          <w:color w:val="444455"/>
          <w:sz w:val="28"/>
          <w:szCs w:val="28"/>
          <w:lang w:eastAsia="pl-PL"/>
        </w:rPr>
      </w:pPr>
      <w:r w:rsidRPr="003454C4">
        <w:rPr>
          <w:rFonts w:ascii="Times New Roman" w:hAnsi="Times New Roman"/>
          <w:color w:val="002060"/>
          <w:sz w:val="28"/>
          <w:szCs w:val="28"/>
          <w:lang w:eastAsia="pl-PL"/>
        </w:rPr>
        <w:t>· </w:t>
      </w:r>
      <w:r w:rsidRPr="003454C4">
        <w:rPr>
          <w:rFonts w:ascii="Times New Roman" w:hAnsi="Times New Roman"/>
          <w:b/>
          <w:bCs/>
          <w:color w:val="002060"/>
          <w:sz w:val="28"/>
          <w:szCs w:val="28"/>
          <w:lang w:eastAsia="pl-PL"/>
        </w:rPr>
        <w:t>Sporządzanie potraw i napojów</w:t>
      </w:r>
    </w:p>
    <w:p w:rsidR="004A0ED7" w:rsidRPr="003454C4" w:rsidRDefault="004A0ED7" w:rsidP="003454C4">
      <w:pPr>
        <w:shd w:val="clear" w:color="auto" w:fill="FFFFFF"/>
        <w:spacing w:after="151" w:line="240" w:lineRule="auto"/>
        <w:ind w:left="284" w:hanging="294"/>
        <w:jc w:val="both"/>
        <w:rPr>
          <w:rFonts w:ascii="Times New Roman" w:hAnsi="Times New Roman"/>
          <w:color w:val="444455"/>
          <w:sz w:val="28"/>
          <w:szCs w:val="28"/>
          <w:lang w:eastAsia="pl-PL"/>
        </w:rPr>
      </w:pPr>
      <w:r w:rsidRPr="003454C4">
        <w:rPr>
          <w:rFonts w:ascii="Times New Roman" w:hAnsi="Times New Roman"/>
          <w:color w:val="002060"/>
          <w:sz w:val="28"/>
          <w:szCs w:val="28"/>
          <w:lang w:eastAsia="pl-PL"/>
        </w:rPr>
        <w:t>· </w:t>
      </w:r>
      <w:r w:rsidRPr="003454C4">
        <w:rPr>
          <w:rFonts w:ascii="Times New Roman" w:hAnsi="Times New Roman"/>
          <w:b/>
          <w:bCs/>
          <w:color w:val="002060"/>
          <w:sz w:val="28"/>
          <w:szCs w:val="28"/>
          <w:lang w:eastAsia="pl-PL"/>
        </w:rPr>
        <w:t>Organizacja żywienia i usług gastronomicznych</w:t>
      </w:r>
    </w:p>
    <w:p w:rsidR="004A0ED7" w:rsidRPr="000C63A6" w:rsidRDefault="004A0ED7" w:rsidP="000C63A6">
      <w:pPr>
        <w:pStyle w:val="NormalWeb"/>
        <w:shd w:val="clear" w:color="auto" w:fill="FFFFFF"/>
        <w:spacing w:before="0" w:beforeAutospacing="0" w:after="0" w:afterAutospacing="0" w:line="301" w:lineRule="atLeast"/>
        <w:jc w:val="both"/>
        <w:rPr>
          <w:color w:val="444455"/>
          <w:sz w:val="28"/>
          <w:szCs w:val="28"/>
        </w:rPr>
      </w:pPr>
      <w:r w:rsidRPr="000C63A6">
        <w:rPr>
          <w:b/>
          <w:sz w:val="28"/>
          <w:szCs w:val="28"/>
        </w:rPr>
        <w:fldChar w:fldCharType="begin"/>
      </w:r>
      <w:r w:rsidRPr="000C63A6">
        <w:rPr>
          <w:b/>
          <w:sz w:val="28"/>
          <w:szCs w:val="28"/>
        </w:rPr>
        <w:instrText>HYPERLINK "http://www.technikumowidz.pl/index.php?option=com_content&amp;view=article&amp;id=162&amp;Itemid=94"</w:instrText>
      </w:r>
      <w:r w:rsidRPr="000C63A6">
        <w:rPr>
          <w:b/>
          <w:sz w:val="28"/>
          <w:szCs w:val="28"/>
        </w:rPr>
      </w:r>
      <w:r w:rsidRPr="000C63A6">
        <w:rPr>
          <w:b/>
          <w:sz w:val="28"/>
          <w:szCs w:val="28"/>
        </w:rPr>
        <w:fldChar w:fldCharType="separate"/>
      </w:r>
    </w:p>
    <w:p w:rsidR="004A0ED7" w:rsidRDefault="004A0ED7" w:rsidP="000C63A6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Hyperlink"/>
          <w:rFonts w:ascii="Times New Roman" w:hAnsi="Times New Roman"/>
          <w:b/>
          <w:color w:val="auto"/>
          <w:sz w:val="28"/>
          <w:szCs w:val="28"/>
        </w:rPr>
        <w:t>Techn</w:t>
      </w:r>
      <w:r w:rsidRPr="000C63A6">
        <w:rPr>
          <w:rStyle w:val="Hyperlink"/>
          <w:rFonts w:ascii="Times New Roman" w:hAnsi="Times New Roman"/>
          <w:b/>
          <w:color w:val="auto"/>
          <w:sz w:val="28"/>
          <w:szCs w:val="28"/>
        </w:rPr>
        <w:t>ik elektronik</w:t>
      </w:r>
      <w:r w:rsidRPr="000C63A6">
        <w:rPr>
          <w:b/>
          <w:sz w:val="28"/>
          <w:szCs w:val="28"/>
        </w:rPr>
        <w:fldChar w:fldCharType="end"/>
      </w:r>
    </w:p>
    <w:p w:rsidR="004A0ED7" w:rsidRDefault="004A0ED7" w:rsidP="003454C4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A0ED7" w:rsidRDefault="004A0ED7" w:rsidP="003454C4">
      <w:pPr>
        <w:pStyle w:val="NormalWeb"/>
        <w:shd w:val="clear" w:color="auto" w:fill="FFFFFF"/>
        <w:spacing w:before="0" w:beforeAutospacing="0" w:after="0" w:afterAutospacing="0" w:line="301" w:lineRule="atLeast"/>
        <w:jc w:val="both"/>
        <w:rPr>
          <w:rFonts w:ascii="Arial" w:hAnsi="Arial" w:cs="Arial"/>
          <w:color w:val="444455"/>
          <w:sz w:val="20"/>
          <w:szCs w:val="20"/>
        </w:rPr>
      </w:pPr>
      <w:r>
        <w:rPr>
          <w:rFonts w:ascii="Arial" w:hAnsi="Arial" w:cs="Arial"/>
          <w:b/>
          <w:bCs/>
          <w:color w:val="C00000"/>
          <w:sz w:val="20"/>
          <w:szCs w:val="20"/>
        </w:rPr>
        <w:t>.</w:t>
      </w:r>
      <w:r>
        <w:rPr>
          <w:rFonts w:ascii="Arial" w:hAnsi="Arial" w:cs="Arial"/>
          <w:b/>
          <w:bCs/>
          <w:color w:val="C00000"/>
          <w:sz w:val="20"/>
          <w:szCs w:val="20"/>
        </w:rPr>
        <w:pict>
          <v:shape id="_x0000_i1025" type="#_x0000_t75" alt="elektronik" style="width:149.25pt;height:112.5pt">
            <v:imagedata r:id="rId32" r:href="rId33"/>
          </v:shape>
        </w:pict>
      </w:r>
    </w:p>
    <w:p w:rsidR="004A0ED7" w:rsidRPr="003454C4" w:rsidRDefault="004A0ED7" w:rsidP="003454C4">
      <w:pPr>
        <w:pStyle w:val="NormalWeb"/>
        <w:shd w:val="clear" w:color="auto" w:fill="FFFFFF"/>
        <w:spacing w:before="0" w:beforeAutospacing="0" w:after="0" w:afterAutospacing="0" w:line="301" w:lineRule="atLeast"/>
        <w:jc w:val="both"/>
        <w:rPr>
          <w:color w:val="444455"/>
          <w:sz w:val="28"/>
          <w:szCs w:val="28"/>
        </w:rPr>
      </w:pPr>
      <w:r w:rsidRPr="003454C4">
        <w:rPr>
          <w:color w:val="000000"/>
          <w:sz w:val="28"/>
          <w:szCs w:val="28"/>
        </w:rPr>
        <w:t>       Zajmuje się instalowaniem, konserwowaniem, użytkowaniem i naprawą urządzeń elektronicznych. Jest też odpowiedzialny za organizację pracy w placówkach badawczo-rozwojowych, zakładach wytwórczych i naprawczych oraz w innych gałęziach przemysłu i jednostkach, gdzie są szeroko stosowane urządzenia elektroniczne.</w:t>
      </w:r>
    </w:p>
    <w:p w:rsidR="004A0ED7" w:rsidRDefault="004A0ED7" w:rsidP="003454C4">
      <w:pPr>
        <w:pStyle w:val="NormalWeb"/>
        <w:shd w:val="clear" w:color="auto" w:fill="FFFFFF"/>
        <w:spacing w:before="0" w:beforeAutospacing="0" w:after="0" w:afterAutospacing="0" w:line="301" w:lineRule="atLeast"/>
        <w:jc w:val="both"/>
        <w:rPr>
          <w:color w:val="000000"/>
          <w:sz w:val="28"/>
          <w:szCs w:val="28"/>
        </w:rPr>
      </w:pPr>
      <w:r w:rsidRPr="003454C4">
        <w:rPr>
          <w:color w:val="000000"/>
          <w:sz w:val="28"/>
          <w:szCs w:val="28"/>
        </w:rPr>
        <w:t>Technik elektronik może zajmować się serwisem urządzeń elektrotechnicznych i elektronicznych. Zawód daje duże możliwości samorealizacji poprzez prowadzenie własnej działalności gospodarczej.</w:t>
      </w:r>
    </w:p>
    <w:p w:rsidR="004A0ED7" w:rsidRDefault="004A0ED7" w:rsidP="003454C4">
      <w:pPr>
        <w:pStyle w:val="NormalWeb"/>
        <w:shd w:val="clear" w:color="auto" w:fill="FFFFFF"/>
        <w:spacing w:before="0" w:beforeAutospacing="0" w:after="0" w:afterAutospacing="0" w:line="301" w:lineRule="atLeast"/>
        <w:jc w:val="both"/>
        <w:rPr>
          <w:color w:val="000000"/>
          <w:sz w:val="28"/>
          <w:szCs w:val="28"/>
        </w:rPr>
      </w:pPr>
    </w:p>
    <w:p w:rsidR="004A0ED7" w:rsidRDefault="004A0ED7" w:rsidP="00626006">
      <w:pPr>
        <w:pStyle w:val="NormalWeb"/>
        <w:shd w:val="clear" w:color="auto" w:fill="FFFFFF"/>
        <w:spacing w:before="0" w:beforeAutospacing="0" w:after="0" w:afterAutospacing="0" w:line="301" w:lineRule="atLeast"/>
        <w:jc w:val="both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Uzyskasz następujące kwalifikacje:</w:t>
      </w:r>
    </w:p>
    <w:p w:rsidR="004A0ED7" w:rsidRDefault="004A0ED7" w:rsidP="00626006">
      <w:pPr>
        <w:pStyle w:val="NormalWeb"/>
        <w:shd w:val="clear" w:color="auto" w:fill="FFFFFF"/>
        <w:spacing w:before="0" w:beforeAutospacing="0" w:after="0" w:afterAutospacing="0" w:line="301" w:lineRule="atLeast"/>
        <w:jc w:val="both"/>
        <w:rPr>
          <w:b/>
          <w:bCs/>
          <w:color w:val="FF0000"/>
          <w:sz w:val="28"/>
          <w:szCs w:val="28"/>
        </w:rPr>
      </w:pPr>
    </w:p>
    <w:p w:rsidR="004A0ED7" w:rsidRPr="00626006" w:rsidRDefault="004A0ED7" w:rsidP="0062600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01" w:lineRule="atLeast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I</w:t>
      </w:r>
      <w:r w:rsidRPr="00626006">
        <w:rPr>
          <w:color w:val="0000FF"/>
          <w:sz w:val="28"/>
          <w:szCs w:val="28"/>
        </w:rPr>
        <w:t>nstalowania oraz konserwowania urządzeń elektronicznych;</w:t>
      </w:r>
    </w:p>
    <w:p w:rsidR="004A0ED7" w:rsidRPr="00626006" w:rsidRDefault="004A0ED7" w:rsidP="0062600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01" w:lineRule="atLeast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U</w:t>
      </w:r>
      <w:r w:rsidRPr="00626006">
        <w:rPr>
          <w:color w:val="0000FF"/>
          <w:sz w:val="28"/>
          <w:szCs w:val="28"/>
        </w:rPr>
        <w:t>żytkowania urządzeń elektronicznych;</w:t>
      </w:r>
    </w:p>
    <w:p w:rsidR="004A0ED7" w:rsidRPr="00626006" w:rsidRDefault="004A0ED7" w:rsidP="0062600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01" w:lineRule="atLeast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N</w:t>
      </w:r>
      <w:r w:rsidRPr="00626006">
        <w:rPr>
          <w:color w:val="0000FF"/>
          <w:sz w:val="28"/>
          <w:szCs w:val="28"/>
        </w:rPr>
        <w:t>aprawy urządzeń elektronicznych.</w:t>
      </w:r>
    </w:p>
    <w:p w:rsidR="004A0ED7" w:rsidRPr="00626006" w:rsidRDefault="004A0ED7" w:rsidP="003454C4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0ED7" w:rsidRDefault="004A0ED7" w:rsidP="000C63A6">
      <w:pPr>
        <w:numPr>
          <w:ilvl w:val="0"/>
          <w:numId w:val="4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</w:rPr>
      </w:pPr>
      <w:hyperlink r:id="rId34" w:history="1">
        <w:r w:rsidRPr="000C63A6">
          <w:rPr>
            <w:rStyle w:val="Hyperlink"/>
            <w:rFonts w:ascii="Times New Roman" w:hAnsi="Times New Roman"/>
            <w:b/>
            <w:color w:val="auto"/>
            <w:sz w:val="28"/>
            <w:szCs w:val="28"/>
          </w:rPr>
          <w:t xml:space="preserve"> Technik teleinformatyk</w:t>
        </w:r>
      </w:hyperlink>
    </w:p>
    <w:p w:rsidR="004A0ED7" w:rsidRDefault="004A0ED7" w:rsidP="003454C4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pict>
          <v:shape id="_x0000_i1026" type="#_x0000_t75" alt="teleinformatyk2" style="width:179.25pt;height:129.75pt">
            <v:imagedata r:id="rId35" r:href="rId36"/>
          </v:shape>
        </w:pict>
      </w:r>
    </w:p>
    <w:p w:rsidR="004A0ED7" w:rsidRDefault="004A0ED7" w:rsidP="000C63A6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63A6">
        <w:rPr>
          <w:rFonts w:ascii="Times New Roman" w:hAnsi="Times New Roman"/>
          <w:sz w:val="28"/>
          <w:szCs w:val="28"/>
          <w:shd w:val="clear" w:color="auto" w:fill="FFFFFF"/>
        </w:rPr>
        <w:t>Teleinformatyk przede wszystkim buduje sieci teleinformatyczne, obsługuje urządzenia sieciowe i nadzoruje ich pracę. Do zadań</w:t>
      </w:r>
      <w:r w:rsidRPr="000C63A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C63A6">
        <w:rPr>
          <w:rFonts w:ascii="Times New Roman" w:hAnsi="Times New Roman"/>
          <w:sz w:val="28"/>
          <w:szCs w:val="28"/>
          <w:shd w:val="clear" w:color="auto" w:fill="FFFFFF"/>
        </w:rPr>
        <w:t>technika teleinformatyka może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C63A6">
        <w:rPr>
          <w:rFonts w:ascii="Times New Roman" w:hAnsi="Times New Roman"/>
          <w:sz w:val="28"/>
          <w:szCs w:val="28"/>
          <w:shd w:val="clear" w:color="auto" w:fill="FFFFFF"/>
        </w:rPr>
        <w:t>należeć</w:t>
      </w:r>
      <w:r w:rsidRPr="000C63A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C63A6">
        <w:rPr>
          <w:rFonts w:ascii="Times New Roman" w:hAnsi="Times New Roman"/>
          <w:sz w:val="28"/>
          <w:szCs w:val="28"/>
          <w:shd w:val="clear" w:color="auto" w:fill="FFFFFF"/>
        </w:rPr>
        <w:t xml:space="preserve">projektowanie prostych sieci komputerowych oraz administrowanie sieciami teleinformatycznymi. </w:t>
      </w:r>
    </w:p>
    <w:p w:rsidR="004A0ED7" w:rsidRDefault="004A0ED7" w:rsidP="000C63A6">
      <w:pPr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C63A6">
        <w:rPr>
          <w:rFonts w:ascii="Times New Roman" w:hAnsi="Times New Roman"/>
          <w:sz w:val="28"/>
          <w:szCs w:val="28"/>
          <w:shd w:val="clear" w:color="auto" w:fill="FFFFFF"/>
        </w:rPr>
        <w:t>Urządzenia i systemy teleinformatyczne charakteryzują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C63A6">
        <w:rPr>
          <w:rFonts w:ascii="Times New Roman" w:hAnsi="Times New Roman"/>
          <w:sz w:val="28"/>
          <w:szCs w:val="28"/>
          <w:shd w:val="clear" w:color="auto" w:fill="FFFFFF"/>
        </w:rPr>
        <w:t>się</w:t>
      </w:r>
      <w:r w:rsidRPr="000C63A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C63A6">
        <w:rPr>
          <w:rFonts w:ascii="Times New Roman" w:hAnsi="Times New Roman"/>
          <w:sz w:val="28"/>
          <w:szCs w:val="28"/>
          <w:shd w:val="clear" w:color="auto" w:fill="FFFFFF"/>
        </w:rPr>
        <w:t>dużym stopniem złożoności, nowoczesności i częstymi zmianami technologicznymi. Obsługa, budowa i projektowanie urządzeń</w:t>
      </w:r>
      <w:r w:rsidRPr="000C63A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C63A6">
        <w:rPr>
          <w:rFonts w:ascii="Times New Roman" w:hAnsi="Times New Roman"/>
          <w:sz w:val="28"/>
          <w:szCs w:val="28"/>
          <w:shd w:val="clear" w:color="auto" w:fill="FFFFFF"/>
        </w:rPr>
        <w:t>oraz systemów teleinformatycznych wymaga od technika umiejętności analitycznego myślenia, podejmowania szybkich i trafnych decyzji oraz samodzielności i chęci samodoskonalenia się. Technik teleinformatyk powinien posiadać</w:t>
      </w:r>
      <w:r w:rsidRPr="000C63A6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0C63A6">
        <w:rPr>
          <w:rFonts w:ascii="Times New Roman" w:hAnsi="Times New Roman"/>
          <w:sz w:val="28"/>
          <w:szCs w:val="28"/>
          <w:shd w:val="clear" w:color="auto" w:fill="FFFFFF"/>
        </w:rPr>
        <w:t>duże uzdolnienia informatyczne, matematyczne i techniczne</w:t>
      </w:r>
      <w:r w:rsidRPr="000C63A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4A0ED7" w:rsidRPr="00626006" w:rsidRDefault="004A0ED7" w:rsidP="000C63A6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4A0ED7" w:rsidRPr="00626006" w:rsidRDefault="004A0ED7" w:rsidP="00626006">
      <w:pPr>
        <w:numPr>
          <w:ilvl w:val="0"/>
          <w:numId w:val="7"/>
        </w:num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26006">
        <w:rPr>
          <w:rFonts w:ascii="Times New Roman" w:hAnsi="Times New Roman"/>
          <w:b/>
          <w:sz w:val="28"/>
          <w:szCs w:val="28"/>
          <w:shd w:val="clear" w:color="auto" w:fill="FFFFFF"/>
        </w:rPr>
        <w:t>Technik inżynierii środowiska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b/>
          <w:sz w:val="28"/>
          <w:szCs w:val="28"/>
        </w:rPr>
      </w:pPr>
      <w:r w:rsidRPr="00626006">
        <w:rPr>
          <w:rStyle w:val="Strong"/>
          <w:b w:val="0"/>
          <w:sz w:val="28"/>
          <w:szCs w:val="28"/>
        </w:rPr>
        <w:t>Zawód technik inżynierii środowiska i melioracji jest zawodem szerokoprofilowym. Przychodząc do nas poznasz tajniki: ekologii, inżynierii wodnej, hydrologii, geodezji itp. 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b/>
          <w:sz w:val="28"/>
          <w:szCs w:val="28"/>
        </w:rPr>
      </w:pPr>
      <w:r w:rsidRPr="00626006">
        <w:rPr>
          <w:rStyle w:val="Strong"/>
          <w:b w:val="0"/>
          <w:sz w:val="28"/>
          <w:szCs w:val="28"/>
        </w:rPr>
        <w:t>Nauczymy Cię jak zaplanować procesy uzdatniania wody, jak zaprojektować sieć i instalację wodociągową. Ponadto poznasz zasady budowy urządzeń przeciwpowodziowych, prowadzenia prac melioracyjnych i geodezyjnych.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FF0000"/>
          <w:sz w:val="28"/>
          <w:szCs w:val="28"/>
        </w:rPr>
      </w:pPr>
      <w:r w:rsidRPr="00626006">
        <w:rPr>
          <w:color w:val="FF0000"/>
          <w:sz w:val="28"/>
          <w:szCs w:val="28"/>
        </w:rPr>
        <w:t> 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FF0000"/>
          <w:sz w:val="28"/>
          <w:szCs w:val="28"/>
        </w:rPr>
      </w:pPr>
      <w:r w:rsidRPr="00626006">
        <w:rPr>
          <w:rStyle w:val="Strong"/>
          <w:color w:val="FF0000"/>
          <w:sz w:val="28"/>
          <w:szCs w:val="28"/>
        </w:rPr>
        <w:t>Uzyskasz następujące kwalifikacje: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0000FF"/>
          <w:sz w:val="28"/>
          <w:szCs w:val="28"/>
        </w:rPr>
      </w:pPr>
      <w:r w:rsidRPr="00626006">
        <w:rPr>
          <w:color w:val="0000FF"/>
          <w:sz w:val="28"/>
          <w:szCs w:val="28"/>
        </w:rPr>
        <w:t>- Organizacja i prowadzenie robót związanych z budową obiektów inżynierii środowiska</w:t>
      </w:r>
    </w:p>
    <w:p w:rsidR="004A0ED7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0000FF"/>
          <w:sz w:val="28"/>
          <w:szCs w:val="28"/>
        </w:rPr>
      </w:pPr>
      <w:r w:rsidRPr="00626006">
        <w:rPr>
          <w:color w:val="0000FF"/>
          <w:sz w:val="28"/>
          <w:szCs w:val="28"/>
        </w:rPr>
        <w:t>- Organizacja i prowadzenie robót melioracyjnych</w:t>
      </w:r>
    </w:p>
    <w:p w:rsidR="004A0ED7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0000FF"/>
          <w:sz w:val="28"/>
          <w:szCs w:val="28"/>
        </w:rPr>
      </w:pPr>
    </w:p>
    <w:p w:rsidR="004A0ED7" w:rsidRDefault="004A0ED7" w:rsidP="00626006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151" w:afterAutospacing="0"/>
        <w:jc w:val="center"/>
        <w:rPr>
          <w:b/>
          <w:sz w:val="28"/>
          <w:szCs w:val="28"/>
        </w:rPr>
      </w:pPr>
      <w:r w:rsidRPr="00626006">
        <w:rPr>
          <w:b/>
          <w:sz w:val="28"/>
          <w:szCs w:val="28"/>
        </w:rPr>
        <w:t>Technik mechatronik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ind w:left="720"/>
        <w:jc w:val="center"/>
        <w:rPr>
          <w:b/>
          <w:sz w:val="28"/>
          <w:szCs w:val="28"/>
        </w:rPr>
      </w:pP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444455"/>
          <w:sz w:val="28"/>
          <w:szCs w:val="28"/>
        </w:rPr>
      </w:pPr>
      <w:r w:rsidRPr="00626006">
        <w:rPr>
          <w:color w:val="444455"/>
          <w:sz w:val="28"/>
          <w:szCs w:val="28"/>
        </w:rPr>
        <w:t> </w:t>
      </w:r>
      <w:r w:rsidRPr="00626006">
        <w:rPr>
          <w:rStyle w:val="Strong"/>
          <w:color w:val="444455"/>
          <w:sz w:val="28"/>
          <w:szCs w:val="28"/>
        </w:rPr>
        <w:t xml:space="preserve">Mechatronik to osoba, która umie projektować i obsługiwać nowoczesne </w:t>
      </w:r>
      <w:r>
        <w:rPr>
          <w:rStyle w:val="Strong"/>
          <w:color w:val="444455"/>
          <w:sz w:val="28"/>
          <w:szCs w:val="28"/>
        </w:rPr>
        <w:t xml:space="preserve"> </w:t>
      </w:r>
      <w:r w:rsidRPr="00626006">
        <w:rPr>
          <w:rStyle w:val="Strong"/>
          <w:color w:val="444455"/>
          <w:sz w:val="28"/>
          <w:szCs w:val="28"/>
        </w:rPr>
        <w:t>urządzenia i linie produkcyjne.</w:t>
      </w:r>
      <w:r w:rsidRPr="00626006">
        <w:rPr>
          <w:b/>
          <w:bCs/>
          <w:color w:val="444455"/>
          <w:sz w:val="28"/>
          <w:szCs w:val="28"/>
        </w:rPr>
        <w:pict>
          <v:shape id="_x0000_i1027" type="#_x0000_t75" alt="kolo" style="width:149.25pt;height:149.25pt">
            <v:imagedata r:id="rId37" r:href="rId38"/>
          </v:shape>
        </w:pic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sz w:val="28"/>
          <w:szCs w:val="28"/>
        </w:rPr>
      </w:pPr>
      <w:r w:rsidRPr="00626006">
        <w:rPr>
          <w:rStyle w:val="Strong"/>
          <w:sz w:val="28"/>
          <w:szCs w:val="28"/>
        </w:rPr>
        <w:t>Może pracować zarówno w małej, jak i dużej firmie, która prowadzi montaż i rozruch nowoczesnych urządzeń technicznych. Może być to przemysł spożywczy, energetyczny, budownictwo, medycyna lub ochrona środowiska.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sz w:val="28"/>
          <w:szCs w:val="28"/>
        </w:rPr>
      </w:pPr>
      <w:r w:rsidRPr="00626006">
        <w:rPr>
          <w:sz w:val="28"/>
          <w:szCs w:val="28"/>
        </w:rPr>
        <w:t> 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rStyle w:val="Strong"/>
          <w:color w:val="FF0000"/>
          <w:sz w:val="28"/>
          <w:szCs w:val="28"/>
        </w:rPr>
      </w:pPr>
      <w:r w:rsidRPr="00626006">
        <w:rPr>
          <w:rStyle w:val="Strong"/>
          <w:color w:val="FF0000"/>
          <w:sz w:val="28"/>
          <w:szCs w:val="28"/>
        </w:rPr>
        <w:t>Uzyskasz następujące kwalifikacje: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0000FF"/>
          <w:sz w:val="28"/>
          <w:szCs w:val="28"/>
        </w:rPr>
      </w:pPr>
      <w:r w:rsidRPr="00626006">
        <w:rPr>
          <w:color w:val="0000FF"/>
          <w:sz w:val="28"/>
          <w:szCs w:val="28"/>
        </w:rPr>
        <w:t>-Montaż urządzeń i systemów mechatronicznych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0000FF"/>
          <w:sz w:val="28"/>
          <w:szCs w:val="28"/>
        </w:rPr>
      </w:pPr>
      <w:r w:rsidRPr="00626006">
        <w:rPr>
          <w:color w:val="0000FF"/>
          <w:sz w:val="28"/>
          <w:szCs w:val="28"/>
        </w:rPr>
        <w:t>-Eksploatacja urządzeń i systemów mechatronicznych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0000FF"/>
          <w:sz w:val="28"/>
          <w:szCs w:val="28"/>
        </w:rPr>
      </w:pPr>
      <w:r w:rsidRPr="00626006">
        <w:rPr>
          <w:color w:val="0000FF"/>
          <w:sz w:val="28"/>
          <w:szCs w:val="28"/>
        </w:rPr>
        <w:t>- Projektowanie i programowanie urządzeń i systemów mechatronicznych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rStyle w:val="Strong"/>
          <w:color w:val="FF0000"/>
          <w:sz w:val="28"/>
          <w:szCs w:val="28"/>
        </w:rPr>
      </w:pPr>
      <w:r w:rsidRPr="00626006">
        <w:rPr>
          <w:color w:val="444455"/>
          <w:sz w:val="28"/>
          <w:szCs w:val="28"/>
        </w:rPr>
        <w:br/>
      </w:r>
      <w:r w:rsidRPr="00626006">
        <w:rPr>
          <w:rStyle w:val="Strong"/>
          <w:color w:val="FF0000"/>
          <w:sz w:val="28"/>
          <w:szCs w:val="28"/>
        </w:rPr>
        <w:t>Gdzie znajdziesz pracę: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0000FF"/>
          <w:sz w:val="28"/>
          <w:szCs w:val="28"/>
        </w:rPr>
      </w:pPr>
      <w:r w:rsidRPr="00626006">
        <w:rPr>
          <w:color w:val="0000FF"/>
          <w:sz w:val="28"/>
          <w:szCs w:val="28"/>
        </w:rPr>
        <w:t>- halach produkcyjnych, zakładach o zautomatyzowanym i zrobotyzowanym cyklu produkcyjnym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0000FF"/>
          <w:sz w:val="28"/>
          <w:szCs w:val="28"/>
        </w:rPr>
      </w:pPr>
      <w:r w:rsidRPr="00626006">
        <w:rPr>
          <w:color w:val="0000FF"/>
          <w:sz w:val="28"/>
          <w:szCs w:val="28"/>
        </w:rPr>
        <w:t>- zakładach prowadzących usługi w zakresie projektowania, serwisu, napraw urządzeń i systemów mechatronicznych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rStyle w:val="apple-converted-space"/>
          <w:color w:val="0000FF"/>
          <w:sz w:val="28"/>
          <w:szCs w:val="28"/>
        </w:rPr>
      </w:pPr>
      <w:r w:rsidRPr="00626006">
        <w:rPr>
          <w:color w:val="0000FF"/>
          <w:sz w:val="28"/>
          <w:szCs w:val="28"/>
        </w:rPr>
        <w:t>- punktach serwisowych i diagnostycznych,</w:t>
      </w:r>
      <w:r w:rsidRPr="00626006">
        <w:rPr>
          <w:rStyle w:val="apple-converted-space"/>
          <w:color w:val="0000FF"/>
          <w:sz w:val="28"/>
          <w:szCs w:val="28"/>
        </w:rPr>
        <w:t> </w:t>
      </w:r>
    </w:p>
    <w:p w:rsidR="004A0ED7" w:rsidRPr="0062600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  <w:rPr>
          <w:color w:val="0000FF"/>
          <w:sz w:val="28"/>
          <w:szCs w:val="28"/>
        </w:rPr>
      </w:pPr>
      <w:r w:rsidRPr="00626006">
        <w:rPr>
          <w:color w:val="0000FF"/>
          <w:sz w:val="28"/>
          <w:szCs w:val="28"/>
        </w:rPr>
        <w:t>- firmach bazujących na podzespołach mechanicznych, elektrycznych i elektronicznych.</w:t>
      </w:r>
    </w:p>
    <w:p w:rsidR="004A0ED7" w:rsidRPr="000C63A6" w:rsidRDefault="004A0ED7" w:rsidP="00626006">
      <w:pPr>
        <w:pStyle w:val="NormalWeb"/>
        <w:shd w:val="clear" w:color="auto" w:fill="FFFFFF"/>
        <w:spacing w:before="0" w:beforeAutospacing="0" w:after="151" w:afterAutospacing="0"/>
        <w:jc w:val="both"/>
      </w:pPr>
      <w:r w:rsidRPr="00626006">
        <w:t> </w:t>
      </w:r>
    </w:p>
    <w:p w:rsidR="004A0ED7" w:rsidRPr="00DE404B" w:rsidRDefault="004A0ED7" w:rsidP="007E066F">
      <w:pPr>
        <w:jc w:val="center"/>
        <w:rPr>
          <w:rFonts w:ascii="Times New Roman" w:hAnsi="Times New Roman"/>
          <w:b/>
          <w:color w:val="9BBB59"/>
          <w:sz w:val="28"/>
          <w:szCs w:val="28"/>
          <w:u w:val="single"/>
        </w:rPr>
      </w:pPr>
      <w:r w:rsidRPr="00DE404B">
        <w:rPr>
          <w:rFonts w:ascii="Times New Roman" w:hAnsi="Times New Roman"/>
          <w:b/>
          <w:color w:val="9BBB59"/>
          <w:sz w:val="28"/>
          <w:szCs w:val="28"/>
          <w:u w:val="single"/>
        </w:rPr>
        <w:t>Zespół Szkół Rolniczych Kształcenia Praktycznego w Bolesławowie</w:t>
      </w:r>
    </w:p>
    <w:p w:rsidR="004A0ED7" w:rsidRDefault="004A0ED7" w:rsidP="007E066F">
      <w:pPr>
        <w:jc w:val="center"/>
        <w:rPr>
          <w:b/>
          <w:color w:val="9BBB59"/>
          <w:sz w:val="28"/>
          <w:szCs w:val="28"/>
          <w:u w:val="single"/>
        </w:rPr>
      </w:pPr>
      <w:hyperlink r:id="rId39" w:history="1">
        <w:r w:rsidRPr="00B6259B">
          <w:rPr>
            <w:rStyle w:val="Hyperlink"/>
            <w:b/>
            <w:sz w:val="28"/>
            <w:szCs w:val="28"/>
          </w:rPr>
          <w:t>http://www.boleslawowo.pl/</w:t>
        </w:r>
      </w:hyperlink>
    </w:p>
    <w:p w:rsidR="004A0ED7" w:rsidRPr="00626006" w:rsidRDefault="004A0ED7" w:rsidP="007E066F">
      <w:pPr>
        <w:numPr>
          <w:ilvl w:val="0"/>
          <w:numId w:val="2"/>
        </w:numPr>
        <w:spacing w:before="120" w:after="120" w:line="288" w:lineRule="atLeast"/>
        <w:jc w:val="center"/>
        <w:rPr>
          <w:rFonts w:ascii="Times New Roman" w:hAnsi="Times New Roman"/>
          <w:b/>
          <w:color w:val="0A0B04"/>
          <w:sz w:val="28"/>
          <w:szCs w:val="28"/>
          <w:lang w:val="en-US"/>
        </w:rPr>
      </w:pPr>
      <w:r w:rsidRPr="00626006">
        <w:rPr>
          <w:rFonts w:ascii="Times New Roman" w:hAnsi="Times New Roman"/>
          <w:b/>
          <w:color w:val="0A0B04"/>
          <w:sz w:val="28"/>
          <w:szCs w:val="28"/>
          <w:lang w:val="en-US"/>
        </w:rPr>
        <w:t>Technik rolnictwa</w:t>
      </w:r>
    </w:p>
    <w:p w:rsidR="004A0ED7" w:rsidRPr="00626006" w:rsidRDefault="004A0ED7" w:rsidP="007E066F">
      <w:pPr>
        <w:spacing w:before="120" w:after="120" w:line="288" w:lineRule="atLeast"/>
        <w:ind w:left="720"/>
        <w:rPr>
          <w:rStyle w:val="HTMLCite"/>
          <w:rFonts w:ascii="Times New Roman" w:hAnsi="Times New Roman"/>
          <w:b/>
          <w:sz w:val="28"/>
          <w:szCs w:val="28"/>
          <w:lang w:val="en-US"/>
        </w:rPr>
      </w:pPr>
      <w:r w:rsidRPr="00626006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</w:t>
      </w:r>
      <w:hyperlink r:id="rId40" w:history="1">
        <w:r w:rsidRPr="00626006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www.</w:t>
        </w:r>
        <w:r w:rsidRPr="00626006">
          <w:rPr>
            <w:rStyle w:val="Hyperlink"/>
            <w:rFonts w:ascii="Times New Roman" w:hAnsi="Times New Roman"/>
            <w:b/>
            <w:bCs/>
            <w:sz w:val="28"/>
            <w:szCs w:val="28"/>
            <w:lang w:val="en-US"/>
          </w:rPr>
          <w:t>koweziu</w:t>
        </w:r>
        <w:r w:rsidRPr="00626006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.edu.pl/standardy/321_05.pdf</w:t>
        </w:r>
      </w:hyperlink>
    </w:p>
    <w:p w:rsidR="004A0ED7" w:rsidRPr="00626006" w:rsidRDefault="004A0ED7" w:rsidP="007E066F">
      <w:pPr>
        <w:numPr>
          <w:ilvl w:val="0"/>
          <w:numId w:val="2"/>
        </w:numPr>
        <w:spacing w:before="120" w:after="120" w:line="288" w:lineRule="atLeast"/>
        <w:jc w:val="center"/>
        <w:rPr>
          <w:rFonts w:ascii="Times New Roman" w:hAnsi="Times New Roman"/>
          <w:b/>
          <w:color w:val="0A0B04"/>
          <w:sz w:val="28"/>
          <w:szCs w:val="28"/>
          <w:lang w:val="en-US"/>
        </w:rPr>
      </w:pPr>
      <w:r w:rsidRPr="00626006">
        <w:rPr>
          <w:rFonts w:ascii="Times New Roman" w:hAnsi="Times New Roman"/>
          <w:b/>
          <w:color w:val="0A0B04"/>
          <w:sz w:val="28"/>
          <w:szCs w:val="28"/>
          <w:lang w:val="en-US"/>
        </w:rPr>
        <w:t>Technik agrobiznesu</w:t>
      </w:r>
    </w:p>
    <w:p w:rsidR="004A0ED7" w:rsidRPr="00626006" w:rsidRDefault="004A0ED7" w:rsidP="007E066F">
      <w:pPr>
        <w:spacing w:before="120" w:after="120" w:line="288" w:lineRule="atLeast"/>
        <w:ind w:left="720"/>
        <w:rPr>
          <w:rFonts w:ascii="Times New Roman" w:hAnsi="Times New Roman"/>
          <w:sz w:val="28"/>
          <w:szCs w:val="28"/>
          <w:lang w:val="en-US"/>
        </w:rPr>
      </w:pPr>
      <w:r w:rsidRPr="00626006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</w:t>
      </w:r>
      <w:hyperlink r:id="rId41" w:history="1">
        <w:r w:rsidRPr="00626006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www.</w:t>
        </w:r>
        <w:r w:rsidRPr="00626006">
          <w:rPr>
            <w:rStyle w:val="Hyperlink"/>
            <w:rFonts w:ascii="Times New Roman" w:hAnsi="Times New Roman"/>
            <w:b/>
            <w:bCs/>
            <w:sz w:val="28"/>
            <w:szCs w:val="28"/>
            <w:lang w:val="en-US"/>
          </w:rPr>
          <w:t>koweziu</w:t>
        </w:r>
        <w:r w:rsidRPr="00626006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.edu.pl/pp_zawod.php?nr_zawodu=331402</w:t>
        </w:r>
      </w:hyperlink>
    </w:p>
    <w:p w:rsidR="004A0ED7" w:rsidRPr="00626006" w:rsidRDefault="004A0ED7" w:rsidP="007E066F">
      <w:pPr>
        <w:spacing w:before="120" w:after="120" w:line="288" w:lineRule="atLeast"/>
        <w:ind w:left="720"/>
        <w:jc w:val="both"/>
        <w:rPr>
          <w:rStyle w:val="HTMLCite"/>
          <w:rFonts w:ascii="Times New Roman" w:hAnsi="Times New Roman"/>
          <w:sz w:val="28"/>
          <w:szCs w:val="28"/>
        </w:rPr>
      </w:pPr>
      <w:r w:rsidRPr="00626006">
        <w:rPr>
          <w:rStyle w:val="bodytext"/>
          <w:rFonts w:ascii="Times New Roman" w:hAnsi="Times New Roman"/>
          <w:sz w:val="28"/>
          <w:szCs w:val="28"/>
        </w:rPr>
        <w:t>Technik agrobiznesu  potrafi ocenić opłacalność uruchamiania produkcji rolno – spożywczej, jakość podstawowych produktów rolniczych, spożywczych i środków do produkcji rolnej; analizować oraz oceniać działalność zaopatrzeniową, produkcyjną, handlową i finansową firmy; sporządzać podstawową dokumentację związaną z działalnością firmy; dzięki znajomości zagadnień przyrodniczych zajmować się doborem rasy i typu użytkowego zwierząt gospodarskich, a także nasion i sadzeniaków; promować produkty i usługi oraz kształtować wizerunek firmy, kierować zespołami współpracowników w ramach dystrybucji towarów i usług jak również zawierać i określać warunki umów handlowych.</w:t>
      </w:r>
    </w:p>
    <w:p w:rsidR="004A0ED7" w:rsidRPr="00626006" w:rsidRDefault="004A0ED7" w:rsidP="007E066F">
      <w:pPr>
        <w:numPr>
          <w:ilvl w:val="0"/>
          <w:numId w:val="2"/>
        </w:numPr>
        <w:spacing w:before="120" w:after="120" w:line="288" w:lineRule="atLeast"/>
        <w:jc w:val="center"/>
        <w:rPr>
          <w:rFonts w:ascii="Times New Roman" w:hAnsi="Times New Roman"/>
          <w:b/>
          <w:color w:val="0A0B04"/>
          <w:sz w:val="28"/>
          <w:szCs w:val="28"/>
          <w:lang w:val="en-US"/>
        </w:rPr>
      </w:pPr>
      <w:r w:rsidRPr="00626006">
        <w:rPr>
          <w:rFonts w:ascii="Times New Roman" w:hAnsi="Times New Roman"/>
          <w:b/>
          <w:color w:val="0A0B04"/>
          <w:sz w:val="28"/>
          <w:szCs w:val="28"/>
          <w:lang w:val="en-US"/>
        </w:rPr>
        <w:t>Technik turystyki wiejskiej</w:t>
      </w:r>
    </w:p>
    <w:p w:rsidR="004A0ED7" w:rsidRDefault="004A0ED7" w:rsidP="007E066F">
      <w:pPr>
        <w:spacing w:before="120" w:after="120" w:line="288" w:lineRule="atLeast"/>
        <w:ind w:left="720"/>
        <w:rPr>
          <w:rFonts w:ascii="Times New Roman" w:hAnsi="Times New Roman"/>
          <w:sz w:val="28"/>
          <w:szCs w:val="28"/>
        </w:rPr>
      </w:pPr>
      <w:r w:rsidRPr="00626006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</w:t>
      </w:r>
      <w:hyperlink r:id="rId42" w:history="1">
        <w:r w:rsidRPr="00626006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www.</w:t>
        </w:r>
        <w:r w:rsidRPr="00626006">
          <w:rPr>
            <w:rStyle w:val="Hyperlink"/>
            <w:rFonts w:ascii="Times New Roman" w:hAnsi="Times New Roman"/>
            <w:b/>
            <w:bCs/>
            <w:sz w:val="28"/>
            <w:szCs w:val="28"/>
            <w:lang w:val="en-US"/>
          </w:rPr>
          <w:t>koweziu</w:t>
        </w:r>
        <w:r w:rsidRPr="00626006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.edu.pl/pp_zawod.php?nr_zawodu=515203</w:t>
        </w:r>
      </w:hyperlink>
    </w:p>
    <w:p w:rsidR="004A0ED7" w:rsidRPr="00196FBA" w:rsidRDefault="004A0ED7" w:rsidP="00196FBA">
      <w:pPr>
        <w:shd w:val="clear" w:color="auto" w:fill="FFFAEE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pl-PL"/>
        </w:rPr>
      </w:pPr>
      <w:r>
        <w:rPr>
          <w:rFonts w:ascii="Times New Roman" w:hAnsi="Times New Roman"/>
          <w:sz w:val="28"/>
          <w:szCs w:val="28"/>
          <w:lang w:eastAsia="pl-PL"/>
        </w:rPr>
        <w:t xml:space="preserve">               </w:t>
      </w:r>
      <w:r w:rsidRPr="00196FBA">
        <w:rPr>
          <w:rFonts w:ascii="Times New Roman" w:hAnsi="Times New Roman"/>
          <w:sz w:val="28"/>
          <w:szCs w:val="28"/>
          <w:lang w:eastAsia="pl-PL"/>
        </w:rPr>
        <w:t xml:space="preserve">Zawód technik turystyki wiejskiej przygotowuje do planowania i </w:t>
      </w:r>
      <w:r>
        <w:rPr>
          <w:rFonts w:ascii="Times New Roman" w:hAnsi="Times New Roman"/>
          <w:sz w:val="28"/>
          <w:szCs w:val="28"/>
          <w:lang w:eastAsia="pl-PL"/>
        </w:rPr>
        <w:t>o</w:t>
      </w:r>
      <w:r w:rsidRPr="00196FBA">
        <w:rPr>
          <w:rFonts w:ascii="Times New Roman" w:hAnsi="Times New Roman"/>
          <w:sz w:val="28"/>
          <w:szCs w:val="28"/>
          <w:lang w:eastAsia="pl-PL"/>
        </w:rPr>
        <w:t>rganizowania pobytu turystom na obszarach wiejskich, organizacji </w:t>
      </w:r>
      <w:r w:rsidRPr="00196FBA">
        <w:rPr>
          <w:rFonts w:ascii="Times New Roman" w:hAnsi="Times New Roman"/>
          <w:sz w:val="28"/>
          <w:szCs w:val="28"/>
          <w:lang w:eastAsia="pl-PL"/>
        </w:rPr>
        <w:br/>
        <w:t>i wykonywania prac w gospodarstwie rolnym, prowadzenia własnej działalności gospodarczej, prowadzenia gospodarstwa rolnego lub agroturystycznego, do dokonywania analizy i planowania strategii rozwoju własnej działalności, podjęcia pracy biurach turystycznych, hotelach i pensjonatach, prywatnych domach letniskowych.</w:t>
      </w:r>
    </w:p>
    <w:p w:rsidR="004A0ED7" w:rsidRPr="00196FBA" w:rsidRDefault="004A0ED7" w:rsidP="00196FBA">
      <w:pPr>
        <w:shd w:val="clear" w:color="auto" w:fill="FFFAEE"/>
        <w:spacing w:after="301" w:line="240" w:lineRule="auto"/>
        <w:jc w:val="both"/>
        <w:textAlignment w:val="baseline"/>
        <w:rPr>
          <w:rFonts w:ascii="Times New Roman" w:hAnsi="Times New Roman"/>
          <w:color w:val="FF0000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FF0000"/>
          <w:sz w:val="28"/>
          <w:szCs w:val="28"/>
          <w:lang w:eastAsia="pl-PL"/>
        </w:rPr>
        <w:t>Ponadto ukończenie kierunku zapewnia absolwentom bezpłatne uzyskanie kwalifikacji rolniczych niezbędnych do:</w:t>
      </w:r>
    </w:p>
    <w:p w:rsidR="004A0ED7" w:rsidRPr="00196FBA" w:rsidRDefault="004A0ED7" w:rsidP="00196FBA">
      <w:pPr>
        <w:numPr>
          <w:ilvl w:val="0"/>
          <w:numId w:val="9"/>
        </w:numPr>
        <w:shd w:val="clear" w:color="auto" w:fill="FFFAEE"/>
        <w:spacing w:after="0" w:line="240" w:lineRule="auto"/>
        <w:ind w:left="0"/>
        <w:textAlignment w:val="baseline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FF"/>
          <w:sz w:val="28"/>
          <w:szCs w:val="28"/>
          <w:lang w:eastAsia="pl-PL"/>
        </w:rPr>
        <w:t>zakupu ziemi rolnej przez osoby nie będące w świetle prawa rolnikami (w myśl ustawy z dnia 14 kwietnia 2016 r. o wstrzymaniu sprzedaży nieruchomości Zasobu Własności Rolnej Skarbu Państwa)</w:t>
      </w:r>
    </w:p>
    <w:p w:rsidR="004A0ED7" w:rsidRPr="00196FBA" w:rsidRDefault="004A0ED7" w:rsidP="00196FBA">
      <w:pPr>
        <w:numPr>
          <w:ilvl w:val="0"/>
          <w:numId w:val="9"/>
        </w:numPr>
        <w:shd w:val="clear" w:color="auto" w:fill="FFFAEE"/>
        <w:spacing w:after="0" w:line="240" w:lineRule="auto"/>
        <w:ind w:left="0"/>
        <w:textAlignment w:val="baseline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FF"/>
          <w:sz w:val="28"/>
          <w:szCs w:val="28"/>
          <w:lang w:eastAsia="pl-PL"/>
        </w:rPr>
        <w:t>otrzymania</w:t>
      </w:r>
      <w:r w:rsidRPr="00196FBA">
        <w:rPr>
          <w:rFonts w:ascii="Times New Roman" w:hAnsi="Times New Roman"/>
          <w:b/>
          <w:bCs/>
          <w:color w:val="0000FF"/>
          <w:sz w:val="28"/>
          <w:szCs w:val="28"/>
          <w:lang w:eastAsia="pl-PL"/>
        </w:rPr>
        <w:t> </w:t>
      </w:r>
      <w:r w:rsidRPr="00196FBA">
        <w:rPr>
          <w:rFonts w:ascii="Times New Roman" w:hAnsi="Times New Roman"/>
          <w:color w:val="0000FF"/>
          <w:sz w:val="28"/>
          <w:szCs w:val="28"/>
          <w:lang w:eastAsia="pl-PL"/>
        </w:rPr>
        <w:t>dofinansowania z wielu programów wsparcia w ramach UE w tym „Ułatwianie startu młodym rolnikom”</w:t>
      </w:r>
    </w:p>
    <w:p w:rsidR="004A0ED7" w:rsidRPr="00196FBA" w:rsidRDefault="004A0ED7" w:rsidP="007E066F">
      <w:pPr>
        <w:spacing w:before="120" w:after="120" w:line="288" w:lineRule="atLeast"/>
        <w:ind w:left="720"/>
        <w:rPr>
          <w:rFonts w:ascii="Times New Roman" w:hAnsi="Times New Roman"/>
          <w:color w:val="0000FF"/>
          <w:sz w:val="28"/>
          <w:szCs w:val="28"/>
        </w:rPr>
      </w:pPr>
    </w:p>
    <w:p w:rsidR="004A0ED7" w:rsidRPr="00626006" w:rsidRDefault="004A0ED7" w:rsidP="007E066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 w:rsidRPr="00626006">
        <w:rPr>
          <w:rFonts w:ascii="Times New Roman" w:hAnsi="Times New Roman"/>
          <w:b/>
          <w:sz w:val="28"/>
          <w:szCs w:val="28"/>
          <w:lang w:eastAsia="pl-PL"/>
        </w:rPr>
        <w:t>Technik hodowli koni</w:t>
      </w: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  <w:r w:rsidRPr="00626006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hyperlink r:id="rId43" w:history="1">
        <w:r w:rsidRPr="00626006">
          <w:rPr>
            <w:rStyle w:val="Hyperlink"/>
            <w:rFonts w:ascii="Times New Roman" w:hAnsi="Times New Roman"/>
            <w:b/>
            <w:sz w:val="28"/>
            <w:szCs w:val="28"/>
          </w:rPr>
          <w:t>www.</w:t>
        </w:r>
        <w:r w:rsidRPr="00626006">
          <w:rPr>
            <w:rStyle w:val="Hyperlink"/>
            <w:rFonts w:ascii="Times New Roman" w:hAnsi="Times New Roman"/>
            <w:b/>
            <w:bCs/>
            <w:sz w:val="28"/>
            <w:szCs w:val="28"/>
          </w:rPr>
          <w:t>koweziu</w:t>
        </w:r>
        <w:r w:rsidRPr="00626006">
          <w:rPr>
            <w:rStyle w:val="Hyperlink"/>
            <w:rFonts w:ascii="Times New Roman" w:hAnsi="Times New Roman"/>
            <w:b/>
            <w:sz w:val="28"/>
            <w:szCs w:val="28"/>
          </w:rPr>
          <w:t>.edu.pl/standardy/321_01.pdf</w:t>
        </w:r>
      </w:hyperlink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  <w:r>
        <w:pict>
          <v:shape id="_x0000_i1028" type="#_x0000_t75" alt="" style="width:316.5pt;height:178.5pt">
            <v:imagedata r:id="rId44" r:href="rId45"/>
          </v:shape>
        </w:pict>
      </w: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D7" w:rsidRPr="00626006" w:rsidRDefault="004A0ED7" w:rsidP="007E066F">
      <w:pPr>
        <w:pStyle w:val="ListParagraph"/>
        <w:spacing w:after="0" w:line="240" w:lineRule="auto"/>
        <w:rPr>
          <w:rStyle w:val="HTMLCite"/>
          <w:rFonts w:ascii="Times New Roman" w:hAnsi="Times New Roman"/>
          <w:b/>
          <w:sz w:val="28"/>
          <w:szCs w:val="28"/>
        </w:rPr>
      </w:pPr>
    </w:p>
    <w:p w:rsidR="004A0ED7" w:rsidRPr="00626006" w:rsidRDefault="004A0ED7" w:rsidP="007E066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 w:rsidRPr="00626006">
        <w:rPr>
          <w:rFonts w:ascii="Times New Roman" w:hAnsi="Times New Roman"/>
          <w:b/>
          <w:sz w:val="28"/>
          <w:szCs w:val="28"/>
          <w:lang w:eastAsia="pl-PL"/>
        </w:rPr>
        <w:t xml:space="preserve"> Technik weterynarii</w:t>
      </w: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  <w:r w:rsidRPr="00626006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hyperlink r:id="rId46" w:history="1">
        <w:r w:rsidRPr="00626006">
          <w:rPr>
            <w:rStyle w:val="Hyperlink"/>
            <w:rFonts w:ascii="Times New Roman" w:hAnsi="Times New Roman"/>
            <w:b/>
            <w:sz w:val="28"/>
            <w:szCs w:val="28"/>
          </w:rPr>
          <w:t>www.</w:t>
        </w:r>
        <w:r w:rsidRPr="00626006">
          <w:rPr>
            <w:rStyle w:val="Hyperlink"/>
            <w:rFonts w:ascii="Times New Roman" w:hAnsi="Times New Roman"/>
            <w:b/>
            <w:bCs/>
            <w:sz w:val="28"/>
            <w:szCs w:val="28"/>
          </w:rPr>
          <w:t>koweziu</w:t>
        </w:r>
        <w:r w:rsidRPr="00626006">
          <w:rPr>
            <w:rStyle w:val="Hyperlink"/>
            <w:rFonts w:ascii="Times New Roman" w:hAnsi="Times New Roman"/>
            <w:b/>
            <w:sz w:val="28"/>
            <w:szCs w:val="28"/>
          </w:rPr>
          <w:t>.edu.pl/standardy/322_14.pdf</w:t>
        </w:r>
      </w:hyperlink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  <w:r>
        <w:pict>
          <v:shape id="_x0000_i1029" type="#_x0000_t75" alt="" style="width:261pt;height:192.75pt">
            <v:imagedata r:id="rId47" r:href="rId48"/>
          </v:shape>
        </w:pict>
      </w:r>
    </w:p>
    <w:p w:rsidR="004A0ED7" w:rsidRPr="00626006" w:rsidRDefault="004A0ED7" w:rsidP="007E066F">
      <w:pPr>
        <w:pStyle w:val="ListParagraph"/>
        <w:spacing w:after="0" w:line="240" w:lineRule="auto"/>
        <w:rPr>
          <w:rStyle w:val="HTMLCite"/>
          <w:rFonts w:ascii="Times New Roman" w:hAnsi="Times New Roman"/>
          <w:b/>
          <w:sz w:val="28"/>
          <w:szCs w:val="28"/>
        </w:rPr>
      </w:pPr>
    </w:p>
    <w:p w:rsidR="004A0ED7" w:rsidRDefault="004A0ED7" w:rsidP="007E066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 w:rsidRPr="00626006">
        <w:rPr>
          <w:rFonts w:ascii="Times New Roman" w:hAnsi="Times New Roman"/>
          <w:b/>
          <w:sz w:val="28"/>
          <w:szCs w:val="28"/>
          <w:lang w:eastAsia="pl-PL"/>
        </w:rPr>
        <w:t>Technik architektury krajobrazu</w:t>
      </w:r>
    </w:p>
    <w:p w:rsidR="004A0ED7" w:rsidRDefault="004A0ED7" w:rsidP="00692473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D7" w:rsidRDefault="004A0ED7" w:rsidP="00692473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  <w:hyperlink r:id="rId49" w:history="1">
        <w:r w:rsidRPr="00626006">
          <w:rPr>
            <w:rStyle w:val="Hyperlink"/>
            <w:rFonts w:ascii="Times New Roman" w:hAnsi="Times New Roman"/>
            <w:b/>
            <w:sz w:val="28"/>
            <w:szCs w:val="28"/>
          </w:rPr>
          <w:t>www.</w:t>
        </w:r>
        <w:r w:rsidRPr="00626006">
          <w:rPr>
            <w:rStyle w:val="Hyperlink"/>
            <w:rFonts w:ascii="Times New Roman" w:hAnsi="Times New Roman"/>
            <w:b/>
            <w:bCs/>
            <w:sz w:val="28"/>
            <w:szCs w:val="28"/>
          </w:rPr>
          <w:t>koweziu</w:t>
        </w:r>
        <w:r w:rsidRPr="00626006">
          <w:rPr>
            <w:rStyle w:val="Hyperlink"/>
            <w:rFonts w:ascii="Times New Roman" w:hAnsi="Times New Roman"/>
            <w:b/>
            <w:sz w:val="28"/>
            <w:szCs w:val="28"/>
          </w:rPr>
          <w:t>.edu.pl/pp_zawod.php?nr_zawodu=314202</w:t>
        </w:r>
      </w:hyperlink>
    </w:p>
    <w:p w:rsidR="004A0ED7" w:rsidRDefault="004A0ED7" w:rsidP="00692473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D7" w:rsidRPr="00626006" w:rsidRDefault="004A0ED7" w:rsidP="00692473">
      <w:pPr>
        <w:pStyle w:val="ListParagraph"/>
        <w:spacing w:after="0" w:line="240" w:lineRule="auto"/>
        <w:rPr>
          <w:rStyle w:val="HTMLCite"/>
          <w:rFonts w:ascii="Times New Roman" w:hAnsi="Times New Roman"/>
          <w:b/>
          <w:sz w:val="28"/>
          <w:szCs w:val="28"/>
        </w:rPr>
      </w:pPr>
      <w:r>
        <w:pict>
          <v:shape id="_x0000_i1030" type="#_x0000_t75" alt="" style="width:294pt;height:220.5pt">
            <v:imagedata r:id="rId50" r:href="rId51"/>
          </v:shape>
        </w:pict>
      </w:r>
    </w:p>
    <w:p w:rsidR="004A0ED7" w:rsidRPr="00692473" w:rsidRDefault="004A0ED7" w:rsidP="00692473">
      <w:pPr>
        <w:pStyle w:val="ListParagraph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pl-PL"/>
        </w:rPr>
      </w:pPr>
    </w:p>
    <w:p w:rsidR="004A0ED7" w:rsidRDefault="004A0ED7" w:rsidP="00196FBA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92473">
        <w:rPr>
          <w:sz w:val="28"/>
          <w:szCs w:val="28"/>
        </w:rPr>
        <w:t xml:space="preserve"> </w:t>
      </w:r>
      <w:r>
        <w:rPr>
          <w:sz w:val="28"/>
          <w:szCs w:val="28"/>
        </w:rPr>
        <w:t>Technik architektury krajobrazu p</w:t>
      </w:r>
      <w:r w:rsidRPr="00692473">
        <w:rPr>
          <w:color w:val="000000"/>
          <w:sz w:val="28"/>
          <w:szCs w:val="28"/>
        </w:rPr>
        <w:t>rzygotowuje, urządza i pielęgnuje tereny zieleni miast i obszarów wiejskich; nadzoruje pielęgnację parków, starodrzewu; produkuje rośliny ozdobne i materiał szkółkarski; n</w:t>
      </w:r>
      <w:r>
        <w:rPr>
          <w:color w:val="000000"/>
          <w:sz w:val="28"/>
          <w:szCs w:val="28"/>
        </w:rPr>
        <w:t>adzoruje podległych pracowników (ogrodników)</w:t>
      </w:r>
    </w:p>
    <w:p w:rsidR="004A0ED7" w:rsidRPr="00692473" w:rsidRDefault="004A0ED7" w:rsidP="00196FBA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92473">
        <w:rPr>
          <w:b/>
          <w:bCs/>
          <w:color w:val="FF0000"/>
          <w:sz w:val="28"/>
          <w:szCs w:val="28"/>
        </w:rPr>
        <w:t>Zadania zawodowe:</w:t>
      </w:r>
    </w:p>
    <w:p w:rsidR="004A0ED7" w:rsidRPr="00692473" w:rsidRDefault="004A0ED7" w:rsidP="0069247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35" w:right="335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692473">
        <w:rPr>
          <w:rFonts w:ascii="Times New Roman" w:hAnsi="Times New Roman"/>
          <w:color w:val="0000FF"/>
          <w:sz w:val="28"/>
          <w:szCs w:val="28"/>
          <w:lang w:eastAsia="pl-PL"/>
        </w:rPr>
        <w:t>planowanie i projektowanie terenów zieleni miast i obszarów wiejskich</w:t>
      </w:r>
    </w:p>
    <w:p w:rsidR="004A0ED7" w:rsidRPr="00692473" w:rsidRDefault="004A0ED7" w:rsidP="0069247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35" w:right="335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692473">
        <w:rPr>
          <w:rFonts w:ascii="Times New Roman" w:hAnsi="Times New Roman"/>
          <w:color w:val="0000FF"/>
          <w:sz w:val="28"/>
          <w:szCs w:val="28"/>
          <w:lang w:eastAsia="pl-PL"/>
        </w:rPr>
        <w:t>urządzanie terenów zieleni miast i obszarów wiejskich wg przygotowanego projektu</w:t>
      </w:r>
    </w:p>
    <w:p w:rsidR="004A0ED7" w:rsidRPr="00692473" w:rsidRDefault="004A0ED7" w:rsidP="0069247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35" w:right="335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692473">
        <w:rPr>
          <w:rFonts w:ascii="Times New Roman" w:hAnsi="Times New Roman"/>
          <w:color w:val="0000FF"/>
          <w:sz w:val="28"/>
          <w:szCs w:val="28"/>
          <w:lang w:eastAsia="pl-PL"/>
        </w:rPr>
        <w:t>rekultywacja terenów zdegradowanych: wyznaczanie drzew do karczowania i ścinania itp.</w:t>
      </w:r>
    </w:p>
    <w:p w:rsidR="004A0ED7" w:rsidRPr="00692473" w:rsidRDefault="004A0ED7" w:rsidP="0069247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335" w:right="335"/>
        <w:rPr>
          <w:rFonts w:ascii="Times New Roman" w:hAnsi="Times New Roman"/>
          <w:color w:val="0000FF"/>
          <w:sz w:val="28"/>
          <w:szCs w:val="28"/>
          <w:lang w:eastAsia="pl-PL"/>
        </w:rPr>
      </w:pPr>
      <w:r w:rsidRPr="00692473">
        <w:rPr>
          <w:rFonts w:ascii="Times New Roman" w:hAnsi="Times New Roman"/>
          <w:color w:val="0000FF"/>
          <w:sz w:val="28"/>
          <w:szCs w:val="28"/>
          <w:lang w:eastAsia="pl-PL"/>
        </w:rPr>
        <w:t>odczytywanie projektów terenów zieleni i wykonywanie ich w terenie</w:t>
      </w:r>
    </w:p>
    <w:p w:rsidR="004A0ED7" w:rsidRPr="00626006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  <w:lang w:eastAsia="pl-PL"/>
        </w:rPr>
      </w:pPr>
    </w:p>
    <w:p w:rsidR="004A0ED7" w:rsidRPr="00626006" w:rsidRDefault="004A0ED7" w:rsidP="007E066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 w:rsidRPr="00626006">
        <w:rPr>
          <w:rFonts w:ascii="Times New Roman" w:hAnsi="Times New Roman"/>
          <w:b/>
          <w:sz w:val="28"/>
          <w:szCs w:val="28"/>
          <w:lang w:eastAsia="pl-PL"/>
        </w:rPr>
        <w:t>Technik urządzeń i systemów energetyki odnawialnej</w:t>
      </w:r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  <w:r w:rsidRPr="00626006">
        <w:rPr>
          <w:rFonts w:ascii="Times New Roman" w:hAnsi="Times New Roman"/>
          <w:sz w:val="28"/>
          <w:szCs w:val="28"/>
        </w:rPr>
        <w:t xml:space="preserve">                                      </w:t>
      </w:r>
      <w:hyperlink r:id="rId52" w:history="1">
        <w:r w:rsidRPr="00626006">
          <w:rPr>
            <w:rStyle w:val="Hyperlink"/>
            <w:rFonts w:ascii="Times New Roman" w:hAnsi="Times New Roman"/>
            <w:b/>
            <w:sz w:val="28"/>
            <w:szCs w:val="28"/>
            <w:lang w:eastAsia="pl-PL"/>
          </w:rPr>
          <w:t>http://www.koweziu.edu.pl/pp_zawod.php?nr_zawodu=311930</w:t>
        </w:r>
      </w:hyperlink>
    </w:p>
    <w:p w:rsidR="004A0ED7" w:rsidRDefault="004A0ED7" w:rsidP="007E066F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0ED7" w:rsidRPr="00626006" w:rsidRDefault="004A0ED7" w:rsidP="007E066F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  <w:lang w:eastAsia="pl-PL"/>
        </w:rPr>
      </w:pPr>
    </w:p>
    <w:p w:rsidR="004A0ED7" w:rsidRDefault="004A0ED7" w:rsidP="0069247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Absolwenci szkoły są wszechstronne przygotowani</w:t>
      </w:r>
      <w:r w:rsidRPr="00692473">
        <w:rPr>
          <w:sz w:val="28"/>
          <w:szCs w:val="28"/>
        </w:rPr>
        <w:t xml:space="preserve"> w obszarze instalacji energetyki słonecznej, wiatrowej, wodnej, geotermalnej oraz technologii energ</w:t>
      </w:r>
      <w:r>
        <w:rPr>
          <w:sz w:val="28"/>
          <w:szCs w:val="28"/>
        </w:rPr>
        <w:t xml:space="preserve">etycznego wykorzystania biomasy. </w:t>
      </w:r>
    </w:p>
    <w:p w:rsidR="004A0ED7" w:rsidRDefault="004A0ED7" w:rsidP="00692473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4A0ED7" w:rsidRPr="00692473" w:rsidRDefault="004A0ED7" w:rsidP="00692473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92473">
        <w:rPr>
          <w:color w:val="FF0000"/>
          <w:sz w:val="28"/>
          <w:szCs w:val="28"/>
        </w:rPr>
        <w:t>Gdzie znajdziesz zatrudnienie</w:t>
      </w:r>
      <w:r>
        <w:rPr>
          <w:color w:val="FF0000"/>
          <w:sz w:val="28"/>
          <w:szCs w:val="28"/>
        </w:rPr>
        <w:t xml:space="preserve"> :</w:t>
      </w:r>
    </w:p>
    <w:p w:rsidR="004A0ED7" w:rsidRDefault="004A0ED7" w:rsidP="00692473">
      <w:pPr>
        <w:pStyle w:val="NormalWeb"/>
        <w:spacing w:before="0" w:beforeAutospacing="0" w:after="0" w:afterAutospacing="0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- </w:t>
      </w:r>
      <w:r w:rsidRPr="00692473">
        <w:rPr>
          <w:color w:val="0000FF"/>
          <w:sz w:val="28"/>
          <w:szCs w:val="28"/>
        </w:rPr>
        <w:t xml:space="preserve">na stanowiskach związanych z montażem instalacji wyposażonych w urządzenia energetyki odnawialnej, </w:t>
      </w:r>
    </w:p>
    <w:p w:rsidR="004A0ED7" w:rsidRDefault="004A0ED7" w:rsidP="00692473">
      <w:pPr>
        <w:pStyle w:val="NormalWeb"/>
        <w:spacing w:before="0" w:beforeAutospacing="0" w:after="0" w:afterAutospacing="0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- na </w:t>
      </w:r>
      <w:r w:rsidRPr="00692473">
        <w:rPr>
          <w:color w:val="0000FF"/>
          <w:sz w:val="28"/>
          <w:szCs w:val="28"/>
        </w:rPr>
        <w:t>stanowiskach nadzoru technicznego nad utrzymaniem prawidłowego funkcjonowania instalacji energetyki odnawialnej</w:t>
      </w:r>
    </w:p>
    <w:p w:rsidR="004A0ED7" w:rsidRDefault="004A0ED7" w:rsidP="00692473">
      <w:pPr>
        <w:pStyle w:val="NormalWeb"/>
        <w:spacing w:before="0" w:beforeAutospacing="0" w:after="0" w:afterAutospacing="0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- </w:t>
      </w:r>
      <w:r w:rsidRPr="00692473">
        <w:rPr>
          <w:color w:val="0000FF"/>
          <w:sz w:val="28"/>
          <w:szCs w:val="28"/>
        </w:rPr>
        <w:t xml:space="preserve">w </w:t>
      </w:r>
      <w:r>
        <w:rPr>
          <w:color w:val="0000FF"/>
          <w:sz w:val="28"/>
          <w:szCs w:val="28"/>
        </w:rPr>
        <w:t xml:space="preserve">zawodach branży budowlanej </w:t>
      </w:r>
      <w:r w:rsidRPr="00692473">
        <w:rPr>
          <w:color w:val="0000FF"/>
          <w:sz w:val="28"/>
          <w:szCs w:val="28"/>
        </w:rPr>
        <w:t>i energety</w:t>
      </w:r>
      <w:r>
        <w:rPr>
          <w:color w:val="0000FF"/>
          <w:sz w:val="28"/>
          <w:szCs w:val="28"/>
        </w:rPr>
        <w:t>cznej</w:t>
      </w:r>
      <w:r w:rsidRPr="00692473">
        <w:rPr>
          <w:color w:val="0000FF"/>
          <w:sz w:val="28"/>
          <w:szCs w:val="28"/>
        </w:rPr>
        <w:t xml:space="preserve"> </w:t>
      </w:r>
    </w:p>
    <w:p w:rsidR="004A0ED7" w:rsidRDefault="004A0ED7" w:rsidP="00692473">
      <w:pPr>
        <w:pStyle w:val="NormalWeb"/>
        <w:spacing w:before="0" w:beforeAutospacing="0" w:after="0" w:afterAutospacing="0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- </w:t>
      </w:r>
      <w:r w:rsidRPr="00692473">
        <w:rPr>
          <w:color w:val="0000FF"/>
          <w:sz w:val="28"/>
          <w:szCs w:val="28"/>
        </w:rPr>
        <w:t>w doradztwie energetycznym, w zakresie możliwości wykorzysta</w:t>
      </w:r>
      <w:r>
        <w:rPr>
          <w:color w:val="0000FF"/>
          <w:sz w:val="28"/>
          <w:szCs w:val="28"/>
        </w:rPr>
        <w:t>nia odnawialnych źródeł energii</w:t>
      </w:r>
    </w:p>
    <w:p w:rsidR="004A0ED7" w:rsidRDefault="004A0ED7" w:rsidP="00692473">
      <w:pPr>
        <w:pStyle w:val="NormalWeb"/>
        <w:spacing w:before="0" w:beforeAutospacing="0" w:after="0" w:afterAutospacing="0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- w administracji publicznej, </w:t>
      </w:r>
      <w:r w:rsidRPr="00692473">
        <w:rPr>
          <w:color w:val="0000FF"/>
          <w:sz w:val="28"/>
          <w:szCs w:val="28"/>
        </w:rPr>
        <w:t>na stanowiskach nadzoru technicznego i obsługi inwestycji związanych z zastosowaniem odnawialnych źródeł energii</w:t>
      </w:r>
    </w:p>
    <w:p w:rsidR="004A0ED7" w:rsidRPr="00196FBA" w:rsidRDefault="004A0ED7" w:rsidP="00692473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196FBA">
        <w:rPr>
          <w:sz w:val="28"/>
          <w:szCs w:val="28"/>
        </w:rPr>
        <w:br/>
      </w:r>
      <w:r w:rsidRPr="00196FBA">
        <w:rPr>
          <w:b/>
          <w:sz w:val="28"/>
          <w:szCs w:val="28"/>
        </w:rPr>
        <w:t>Osoby przedsiębiorcze mogą tworzyć własne firmy, w szczególności w obszarze małych, zdecentralizowanych instalacji.</w:t>
      </w:r>
      <w:r w:rsidRPr="00196FBA">
        <w:rPr>
          <w:rStyle w:val="apple-converted-space"/>
          <w:b/>
          <w:sz w:val="28"/>
          <w:szCs w:val="28"/>
        </w:rPr>
        <w:t> </w:t>
      </w:r>
    </w:p>
    <w:p w:rsidR="004A0ED7" w:rsidRPr="00692473" w:rsidRDefault="004A0ED7" w:rsidP="007E066F">
      <w:pPr>
        <w:pStyle w:val="ListParagraph"/>
        <w:spacing w:after="0" w:line="240" w:lineRule="auto"/>
        <w:rPr>
          <w:rFonts w:ascii="Times New Roman" w:hAnsi="Times New Roman"/>
          <w:b/>
          <w:color w:val="0000FF"/>
          <w:sz w:val="28"/>
          <w:szCs w:val="28"/>
          <w:lang w:eastAsia="pl-PL"/>
        </w:rPr>
      </w:pPr>
    </w:p>
    <w:p w:rsidR="004A0ED7" w:rsidRDefault="004A0ED7" w:rsidP="007E066F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pl-PL"/>
        </w:rPr>
      </w:pPr>
      <w:r w:rsidRPr="00626006">
        <w:rPr>
          <w:rFonts w:ascii="Times New Roman" w:hAnsi="Times New Roman"/>
          <w:b/>
          <w:sz w:val="28"/>
          <w:szCs w:val="28"/>
          <w:lang w:eastAsia="pl-PL"/>
        </w:rPr>
        <w:t>Technik pszczelarz</w:t>
      </w:r>
    </w:p>
    <w:p w:rsidR="004A0ED7" w:rsidRPr="00626006" w:rsidRDefault="004A0ED7" w:rsidP="00196FBA">
      <w:pPr>
        <w:pStyle w:val="ListParagraph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pl-PL"/>
        </w:rPr>
      </w:pPr>
    </w:p>
    <w:p w:rsidR="004A0ED7" w:rsidRDefault="004A0ED7" w:rsidP="00196FB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FBA">
        <w:rPr>
          <w:rFonts w:ascii="Times New Roman" w:hAnsi="Times New Roman"/>
          <w:sz w:val="28"/>
          <w:szCs w:val="28"/>
        </w:rPr>
        <w:t xml:space="preserve">Planuje, organizuje, nadzoruje i prowadzi prace związane z hodowlą pszczół, produkcją wosku, miodu i innych produktów pszczelarskich; kontroluje obloty pszczół podczas całego sezonu </w:t>
      </w:r>
      <w:r w:rsidRPr="00196FBA">
        <w:rPr>
          <w:rFonts w:ascii="Times New Roman" w:hAnsi="Times New Roman"/>
          <w:sz w:val="28"/>
          <w:szCs w:val="28"/>
        </w:rPr>
        <w:br/>
        <w:t>i przegląda ule w pasiece pod względem stanu i siły roju.</w:t>
      </w:r>
    </w:p>
    <w:p w:rsidR="004A0ED7" w:rsidRDefault="004A0ED7" w:rsidP="00196FB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D7" w:rsidRDefault="004A0ED7" w:rsidP="00196FB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D7" w:rsidRDefault="004A0ED7" w:rsidP="00196FB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D7" w:rsidRDefault="004A0ED7" w:rsidP="00196FB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D7" w:rsidRDefault="004A0ED7" w:rsidP="00196FB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D7" w:rsidRDefault="004A0ED7" w:rsidP="00196FB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D7" w:rsidRPr="00196FBA" w:rsidRDefault="004A0ED7" w:rsidP="00196FBA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ED7" w:rsidRPr="00014847" w:rsidRDefault="004A0ED7" w:rsidP="007E066F">
      <w:pPr>
        <w:jc w:val="center"/>
        <w:rPr>
          <w:rFonts w:ascii="Times New Roman" w:hAnsi="Times New Roman"/>
          <w:b/>
          <w:color w:val="9BBB59"/>
          <w:sz w:val="32"/>
          <w:szCs w:val="32"/>
          <w:u w:val="single"/>
        </w:rPr>
      </w:pPr>
      <w:r w:rsidRPr="00014847">
        <w:rPr>
          <w:rFonts w:ascii="Times New Roman" w:hAnsi="Times New Roman"/>
          <w:b/>
          <w:color w:val="9BBB59"/>
          <w:sz w:val="32"/>
          <w:szCs w:val="32"/>
          <w:u w:val="single"/>
        </w:rPr>
        <w:t>Zespół Szkół Ponadgimnazjalnych w Skórczu</w:t>
      </w:r>
    </w:p>
    <w:p w:rsidR="004A0ED7" w:rsidRDefault="004A0ED7" w:rsidP="007E066F">
      <w:pPr>
        <w:jc w:val="center"/>
      </w:pPr>
      <w:hyperlink r:id="rId53" w:history="1">
        <w:r w:rsidRPr="00014847">
          <w:rPr>
            <w:rStyle w:val="Hyperlink"/>
            <w:b/>
            <w:sz w:val="24"/>
            <w:szCs w:val="24"/>
          </w:rPr>
          <w:t>http://www.mykietyn.org/</w:t>
        </w:r>
      </w:hyperlink>
    </w:p>
    <w:p w:rsidR="004A0ED7" w:rsidRPr="00DB211B" w:rsidRDefault="004A0ED7" w:rsidP="007E066F">
      <w:pPr>
        <w:jc w:val="center"/>
      </w:pPr>
      <w:r w:rsidRPr="00DB211B">
        <w:pict>
          <v:shape id="_x0000_i1031" type="#_x0000_t75" style="width:308.25pt;height:149.25pt">
            <v:imagedata r:id="rId54" o:title=""/>
          </v:shape>
        </w:pict>
      </w:r>
    </w:p>
    <w:p w:rsidR="004A0ED7" w:rsidRPr="007F6D75" w:rsidRDefault="004A0ED7" w:rsidP="007E066F">
      <w:pPr>
        <w:pStyle w:val="ListParagraph"/>
        <w:numPr>
          <w:ilvl w:val="0"/>
          <w:numId w:val="5"/>
        </w:num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7F6D75">
        <w:rPr>
          <w:rFonts w:ascii="Arial" w:hAnsi="Arial" w:cs="Arial"/>
          <w:b/>
          <w:color w:val="FF0000"/>
          <w:sz w:val="24"/>
          <w:szCs w:val="24"/>
        </w:rPr>
        <w:t>Technik ekonomista o profilu wojskowym</w:t>
      </w:r>
    </w:p>
    <w:p w:rsidR="004A0ED7" w:rsidRPr="007F6D75" w:rsidRDefault="004A0ED7" w:rsidP="007F6D75">
      <w:pPr>
        <w:pStyle w:val="ListParagraph"/>
        <w:ind w:left="360"/>
        <w:jc w:val="center"/>
        <w:rPr>
          <w:rFonts w:ascii="Arial" w:hAnsi="Arial" w:cs="Arial"/>
          <w:sz w:val="24"/>
          <w:szCs w:val="24"/>
        </w:rPr>
      </w:pPr>
    </w:p>
    <w:p w:rsidR="004A0ED7" w:rsidRDefault="004A0ED7" w:rsidP="007F6D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 w:rsidRPr="007F6D75">
        <w:rPr>
          <w:rFonts w:ascii="Arial" w:hAnsi="Arial" w:cs="Arial"/>
          <w:sz w:val="24"/>
          <w:szCs w:val="24"/>
        </w:rPr>
        <w:t xml:space="preserve">Technik ekonomista </w:t>
      </w:r>
      <w:r>
        <w:rPr>
          <w:rFonts w:ascii="Arial" w:hAnsi="Arial" w:cs="Arial"/>
          <w:sz w:val="24"/>
          <w:szCs w:val="24"/>
        </w:rPr>
        <w:t>organizuje pracę biura firmy, oblicza wskaźniki niezbędne do określenia sytuacji ekonomiczno – finansowej firmy</w:t>
      </w:r>
    </w:p>
    <w:p w:rsidR="004A0ED7" w:rsidRPr="007F6D75" w:rsidRDefault="004A0ED7" w:rsidP="007F6D75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4A0ED7" w:rsidRDefault="004A0ED7" w:rsidP="007E066F">
      <w:pPr>
        <w:pStyle w:val="ListParagraph"/>
        <w:numPr>
          <w:ilvl w:val="0"/>
          <w:numId w:val="5"/>
        </w:numPr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7F6D75">
        <w:rPr>
          <w:rFonts w:ascii="Arial" w:hAnsi="Arial" w:cs="Arial"/>
          <w:b/>
          <w:color w:val="FF0000"/>
          <w:sz w:val="24"/>
          <w:szCs w:val="24"/>
        </w:rPr>
        <w:t xml:space="preserve">Technik logistyk o profilu wojskowym </w:t>
      </w:r>
    </w:p>
    <w:p w:rsidR="004A0ED7" w:rsidRPr="007F6D75" w:rsidRDefault="004A0ED7" w:rsidP="007F6D75">
      <w:pPr>
        <w:pStyle w:val="ListParagraph"/>
        <w:ind w:left="360"/>
        <w:jc w:val="both"/>
        <w:rPr>
          <w:rFonts w:ascii="Times New Roman" w:hAnsi="Times New Roman"/>
          <w:sz w:val="28"/>
          <w:szCs w:val="28"/>
        </w:rPr>
      </w:pPr>
      <w:r w:rsidRPr="007F6D75">
        <w:rPr>
          <w:rFonts w:ascii="Times New Roman" w:hAnsi="Times New Roman"/>
          <w:sz w:val="28"/>
          <w:szCs w:val="28"/>
        </w:rPr>
        <w:t>Technik logistyk planuje, kieruje i kontroluje przemieszczanie towarów od producenta do konsumenta wykorzystując informacje, aby uzyskać najlepsze korzyści dla wszystkich stron tej wymiany.</w:t>
      </w:r>
    </w:p>
    <w:p w:rsidR="004A0ED7" w:rsidRPr="00196FBA" w:rsidRDefault="004A0ED7" w:rsidP="00196FBA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A89A8A"/>
          <w:sz w:val="28"/>
          <w:szCs w:val="28"/>
          <w:lang w:eastAsia="pl-PL"/>
        </w:rPr>
      </w:pPr>
      <w:r w:rsidRPr="00196FB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pl-PL"/>
        </w:rPr>
        <w:t>Treści programowe obejmują wiadomości i umiejętności</w:t>
      </w:r>
    </w:p>
    <w:p w:rsidR="004A0ED7" w:rsidRPr="00196FBA" w:rsidRDefault="004A0ED7" w:rsidP="00196FBA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A89A8A"/>
          <w:sz w:val="28"/>
          <w:szCs w:val="28"/>
          <w:lang w:eastAsia="pl-PL"/>
        </w:rPr>
      </w:pPr>
      <w:r w:rsidRPr="00196FB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eastAsia="pl-PL"/>
        </w:rPr>
        <w:t>z zakresu:</w:t>
      </w:r>
    </w:p>
    <w:p w:rsidR="004A0ED7" w:rsidRPr="00196FBA" w:rsidRDefault="004A0ED7" w:rsidP="00196FBA">
      <w:pPr>
        <w:numPr>
          <w:ilvl w:val="0"/>
          <w:numId w:val="10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       regulaminu ogólnego            </w:t>
      </w:r>
    </w:p>
    <w:p w:rsidR="004A0ED7" w:rsidRPr="00196FBA" w:rsidRDefault="004A0ED7" w:rsidP="00196FBA">
      <w:pPr>
        <w:numPr>
          <w:ilvl w:val="0"/>
          <w:numId w:val="10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       regulaminu musztry</w:t>
      </w:r>
    </w:p>
    <w:p w:rsidR="004A0ED7" w:rsidRPr="00196FBA" w:rsidRDefault="004A0ED7" w:rsidP="00196FBA">
      <w:pPr>
        <w:numPr>
          <w:ilvl w:val="0"/>
          <w:numId w:val="10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       szkolenia strzeleckiego</w:t>
      </w:r>
    </w:p>
    <w:p w:rsidR="004A0ED7" w:rsidRPr="00196FBA" w:rsidRDefault="004A0ED7" w:rsidP="00196FBA">
      <w:pPr>
        <w:numPr>
          <w:ilvl w:val="0"/>
          <w:numId w:val="10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       techniki samoobrony</w:t>
      </w:r>
    </w:p>
    <w:p w:rsidR="004A0ED7" w:rsidRPr="00196FBA" w:rsidRDefault="004A0ED7" w:rsidP="00196FBA">
      <w:pPr>
        <w:numPr>
          <w:ilvl w:val="0"/>
          <w:numId w:val="10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       wychowania fizycznego i sportu     </w:t>
      </w:r>
    </w:p>
    <w:p w:rsidR="004A0ED7" w:rsidRPr="00196FBA" w:rsidRDefault="004A0ED7" w:rsidP="00196FBA">
      <w:pPr>
        <w:numPr>
          <w:ilvl w:val="0"/>
          <w:numId w:val="10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       zajęć pływackich</w:t>
      </w:r>
    </w:p>
    <w:p w:rsidR="004A0ED7" w:rsidRPr="00196FBA" w:rsidRDefault="004A0ED7" w:rsidP="00196FBA">
      <w:pPr>
        <w:numPr>
          <w:ilvl w:val="0"/>
          <w:numId w:val="10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       ceremoniału wojskowego</w:t>
      </w:r>
    </w:p>
    <w:p w:rsidR="004A0ED7" w:rsidRPr="007F6D75" w:rsidRDefault="004A0ED7" w:rsidP="00196FBA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color w:val="FF0000"/>
          <w:sz w:val="28"/>
          <w:szCs w:val="28"/>
          <w:lang w:eastAsia="pl-PL"/>
        </w:rPr>
      </w:pPr>
      <w:r w:rsidRPr="007F6D75">
        <w:rPr>
          <w:rFonts w:ascii="Times New Roman" w:hAnsi="Times New Roman"/>
          <w:b/>
          <w:bCs/>
          <w:color w:val="FF0000"/>
          <w:sz w:val="28"/>
          <w:szCs w:val="28"/>
          <w:u w:val="single"/>
          <w:lang w:eastAsia="pl-PL"/>
        </w:rPr>
        <w:t>DLA UCZNIÓW TEJ KLASY OFERUJEMY:</w:t>
      </w:r>
    </w:p>
    <w:p w:rsidR="004A0ED7" w:rsidRPr="007F6D75" w:rsidRDefault="004A0ED7" w:rsidP="00196FBA">
      <w:pPr>
        <w:numPr>
          <w:ilvl w:val="0"/>
          <w:numId w:val="11"/>
        </w:numPr>
        <w:spacing w:after="0" w:line="240" w:lineRule="auto"/>
        <w:ind w:left="435"/>
        <w:jc w:val="both"/>
        <w:rPr>
          <w:rFonts w:ascii="Times New Roman" w:hAnsi="Times New Roman"/>
          <w:sz w:val="28"/>
          <w:szCs w:val="28"/>
          <w:lang w:eastAsia="pl-PL"/>
        </w:rPr>
      </w:pPr>
      <w:r>
        <w:rPr>
          <w:rFonts w:ascii="Times New Roman" w:hAnsi="Times New Roman"/>
          <w:sz w:val="28"/>
          <w:szCs w:val="28"/>
          <w:lang w:eastAsia="pl-PL"/>
        </w:rPr>
        <w:t>b</w:t>
      </w:r>
      <w:r w:rsidRPr="007F6D75">
        <w:rPr>
          <w:rFonts w:ascii="Times New Roman" w:hAnsi="Times New Roman"/>
          <w:sz w:val="28"/>
          <w:szCs w:val="28"/>
          <w:lang w:eastAsia="pl-PL"/>
        </w:rPr>
        <w:t>ezpłatny mundur</w:t>
      </w:r>
    </w:p>
    <w:p w:rsidR="004A0ED7" w:rsidRPr="00196FBA" w:rsidRDefault="004A0ED7" w:rsidP="00196FBA">
      <w:pPr>
        <w:numPr>
          <w:ilvl w:val="0"/>
          <w:numId w:val="11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wyjazdy na basen</w:t>
      </w:r>
    </w:p>
    <w:p w:rsidR="004A0ED7" w:rsidRPr="00196FBA" w:rsidRDefault="004A0ED7" w:rsidP="00196FBA">
      <w:pPr>
        <w:numPr>
          <w:ilvl w:val="0"/>
          <w:numId w:val="11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 xml:space="preserve">obozy szkoleniowe z udziałem byłych żołnierzy jednostki komandosów </w:t>
      </w:r>
      <w:r>
        <w:rPr>
          <w:rFonts w:ascii="Times New Roman" w:hAnsi="Times New Roman"/>
          <w:color w:val="000000"/>
          <w:sz w:val="28"/>
          <w:szCs w:val="28"/>
          <w:lang w:eastAsia="pl-PL"/>
        </w:rPr>
        <w:t xml:space="preserve">   </w:t>
      </w: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oraz „Grom”</w:t>
      </w:r>
    </w:p>
    <w:p w:rsidR="004A0ED7" w:rsidRPr="00196FBA" w:rsidRDefault="004A0ED7" w:rsidP="00196FBA">
      <w:pPr>
        <w:numPr>
          <w:ilvl w:val="0"/>
          <w:numId w:val="11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wyjazdy na strzelnicę kulową Koła Myśliwskiego</w:t>
      </w:r>
    </w:p>
    <w:p w:rsidR="004A0ED7" w:rsidRPr="00196FBA" w:rsidRDefault="004A0ED7" w:rsidP="00196FBA">
      <w:pPr>
        <w:numPr>
          <w:ilvl w:val="0"/>
          <w:numId w:val="11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zajęcia z zawodnikami i trenerami „kick-boxingu” i innych sztuk walki</w:t>
      </w:r>
    </w:p>
    <w:p w:rsidR="004A0ED7" w:rsidRPr="00196FBA" w:rsidRDefault="004A0ED7" w:rsidP="00196FBA">
      <w:pPr>
        <w:numPr>
          <w:ilvl w:val="0"/>
          <w:numId w:val="11"/>
        </w:numPr>
        <w:spacing w:after="0" w:line="240" w:lineRule="auto"/>
        <w:ind w:left="435"/>
        <w:jc w:val="both"/>
        <w:rPr>
          <w:rFonts w:ascii="Times New Roman" w:hAnsi="Times New Roman"/>
          <w:color w:val="5D5246"/>
          <w:sz w:val="28"/>
          <w:szCs w:val="28"/>
          <w:lang w:eastAsia="pl-PL"/>
        </w:rPr>
      </w:pPr>
      <w:r w:rsidRPr="00196FBA">
        <w:rPr>
          <w:rFonts w:ascii="Times New Roman" w:hAnsi="Times New Roman"/>
          <w:color w:val="000000"/>
          <w:sz w:val="28"/>
          <w:szCs w:val="28"/>
          <w:lang w:eastAsia="pl-PL"/>
        </w:rPr>
        <w:t>wyjazdy do jednostki wojskowej na zajęcia z zawodowymi żołnierzami</w:t>
      </w:r>
    </w:p>
    <w:p w:rsidR="004A0ED7" w:rsidRPr="00196FBA" w:rsidRDefault="004A0ED7" w:rsidP="00196FBA">
      <w:pPr>
        <w:pStyle w:val="ListParagraph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4A0ED7" w:rsidRDefault="004A0ED7" w:rsidP="007E066F"/>
    <w:sectPr w:rsidR="004A0ED7" w:rsidSect="00DA2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6DDC"/>
    <w:multiLevelType w:val="multilevel"/>
    <w:tmpl w:val="C21AD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003021"/>
    <w:multiLevelType w:val="multilevel"/>
    <w:tmpl w:val="4FB43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F55F2"/>
    <w:multiLevelType w:val="hybridMultilevel"/>
    <w:tmpl w:val="40EAAC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F1B06"/>
    <w:multiLevelType w:val="hybridMultilevel"/>
    <w:tmpl w:val="DFE62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E4158A"/>
    <w:multiLevelType w:val="multilevel"/>
    <w:tmpl w:val="1CCC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9F784A"/>
    <w:multiLevelType w:val="hybridMultilevel"/>
    <w:tmpl w:val="0A325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D604A"/>
    <w:multiLevelType w:val="multilevel"/>
    <w:tmpl w:val="9BACB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020E8C"/>
    <w:multiLevelType w:val="multilevel"/>
    <w:tmpl w:val="97E0E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8D0B5C"/>
    <w:multiLevelType w:val="hybridMultilevel"/>
    <w:tmpl w:val="C03EC6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3B29FC"/>
    <w:multiLevelType w:val="multilevel"/>
    <w:tmpl w:val="C5CE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106408"/>
    <w:multiLevelType w:val="hybridMultilevel"/>
    <w:tmpl w:val="744626C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0"/>
  </w:num>
  <w:num w:numId="8">
    <w:abstractNumId w:val="4"/>
  </w:num>
  <w:num w:numId="9">
    <w:abstractNumId w:val="7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66F"/>
    <w:rsid w:val="00014847"/>
    <w:rsid w:val="000C63A6"/>
    <w:rsid w:val="00173E70"/>
    <w:rsid w:val="00196FBA"/>
    <w:rsid w:val="0020072A"/>
    <w:rsid w:val="00217962"/>
    <w:rsid w:val="002A1DA8"/>
    <w:rsid w:val="00300B17"/>
    <w:rsid w:val="00323FFF"/>
    <w:rsid w:val="003454C4"/>
    <w:rsid w:val="00370C90"/>
    <w:rsid w:val="003C7153"/>
    <w:rsid w:val="004005E5"/>
    <w:rsid w:val="004A09BC"/>
    <w:rsid w:val="004A0ED7"/>
    <w:rsid w:val="004D2CE7"/>
    <w:rsid w:val="00505116"/>
    <w:rsid w:val="005465D2"/>
    <w:rsid w:val="005D01A9"/>
    <w:rsid w:val="00626006"/>
    <w:rsid w:val="00692473"/>
    <w:rsid w:val="006A3B3C"/>
    <w:rsid w:val="006D44D8"/>
    <w:rsid w:val="007E066F"/>
    <w:rsid w:val="007F6D75"/>
    <w:rsid w:val="00901E2D"/>
    <w:rsid w:val="00932D56"/>
    <w:rsid w:val="009B1CFB"/>
    <w:rsid w:val="00B23674"/>
    <w:rsid w:val="00B6259B"/>
    <w:rsid w:val="00B84F2D"/>
    <w:rsid w:val="00BD1D0D"/>
    <w:rsid w:val="00CD488C"/>
    <w:rsid w:val="00D06787"/>
    <w:rsid w:val="00DA216D"/>
    <w:rsid w:val="00DB211B"/>
    <w:rsid w:val="00DC7FB2"/>
    <w:rsid w:val="00DD1BB9"/>
    <w:rsid w:val="00DE404B"/>
    <w:rsid w:val="00EC771B"/>
    <w:rsid w:val="00EF1FD4"/>
    <w:rsid w:val="00EF3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66F"/>
    <w:pPr>
      <w:spacing w:after="200" w:line="276" w:lineRule="auto"/>
    </w:pPr>
    <w:rPr>
      <w:rFonts w:eastAsia="Times New Roman"/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196FBA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/>
      <w:b/>
      <w:bCs/>
      <w:sz w:val="27"/>
      <w:szCs w:val="27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1E6303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styleId="Hyperlink">
    <w:name w:val="Hyperlink"/>
    <w:basedOn w:val="DefaultParagraphFont"/>
    <w:uiPriority w:val="99"/>
    <w:semiHidden/>
    <w:rsid w:val="007E066F"/>
    <w:rPr>
      <w:rFonts w:cs="Times New Roman"/>
      <w:color w:val="0000FF"/>
      <w:u w:val="single"/>
    </w:rPr>
  </w:style>
  <w:style w:type="character" w:styleId="HTMLCite">
    <w:name w:val="HTML Cite"/>
    <w:basedOn w:val="DefaultParagraphFont"/>
    <w:uiPriority w:val="99"/>
    <w:rsid w:val="007E066F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7E066F"/>
    <w:pPr>
      <w:ind w:left="720"/>
      <w:contextualSpacing/>
    </w:pPr>
  </w:style>
  <w:style w:type="character" w:customStyle="1" w:styleId="bodytext">
    <w:name w:val="bodytext"/>
    <w:basedOn w:val="DefaultParagraphFont"/>
    <w:uiPriority w:val="99"/>
    <w:rsid w:val="007E066F"/>
    <w:rPr>
      <w:rFonts w:cs="Times New Roman"/>
    </w:rPr>
  </w:style>
  <w:style w:type="paragraph" w:styleId="NormalWeb">
    <w:name w:val="Normal (Web)"/>
    <w:basedOn w:val="Normal"/>
    <w:uiPriority w:val="99"/>
    <w:rsid w:val="000C63A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efaultParagraphFont"/>
    <w:uiPriority w:val="99"/>
    <w:rsid w:val="000C63A6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3454C4"/>
    <w:rPr>
      <w:rFonts w:cs="Times New Roman"/>
      <w:b/>
      <w:bCs/>
    </w:rPr>
  </w:style>
  <w:style w:type="paragraph" w:customStyle="1" w:styleId="listparagraph0">
    <w:name w:val="listparagraph"/>
    <w:basedOn w:val="Normal"/>
    <w:uiPriority w:val="99"/>
    <w:rsid w:val="003454C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99"/>
    <w:qFormat/>
    <w:locked/>
    <w:rsid w:val="003454C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0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oweziu.edu.pl/pp_zawod.php?nr_zawodu=333906" TargetMode="External"/><Relationship Id="rId18" Type="http://schemas.openxmlformats.org/officeDocument/2006/relationships/hyperlink" Target="http://www.koweziu.edu.pl/pp_zawod.php?nr_zawodu=311303" TargetMode="External"/><Relationship Id="rId26" Type="http://schemas.openxmlformats.org/officeDocument/2006/relationships/hyperlink" Target="http://www.technikumowidz.pl/index.php?option=com_content&amp;view=article&amp;id=10&amp;Itemid=16" TargetMode="External"/><Relationship Id="rId39" Type="http://schemas.openxmlformats.org/officeDocument/2006/relationships/hyperlink" Target="http://www.boleslawowo.pl/" TargetMode="External"/><Relationship Id="rId21" Type="http://schemas.openxmlformats.org/officeDocument/2006/relationships/hyperlink" Target="http://www.technikumowidz.pl/index.php?option=com_content&amp;view=article&amp;id=4&amp;Itemid=8" TargetMode="External"/><Relationship Id="rId34" Type="http://schemas.openxmlformats.org/officeDocument/2006/relationships/hyperlink" Target="http://www.technikumowidz.pl/index.php?option=com_content&amp;view=article&amp;id=163&amp;Itemid=95" TargetMode="External"/><Relationship Id="rId42" Type="http://schemas.openxmlformats.org/officeDocument/2006/relationships/hyperlink" Target="http://www.koweziu.edu.pl/pp_zawod.php?nr_zawodu=515203" TargetMode="External"/><Relationship Id="rId47" Type="http://schemas.openxmlformats.org/officeDocument/2006/relationships/image" Target="media/image10.jpeg"/><Relationship Id="rId50" Type="http://schemas.openxmlformats.org/officeDocument/2006/relationships/image" Target="media/image11.jpeg"/><Relationship Id="rId55" Type="http://schemas.openxmlformats.org/officeDocument/2006/relationships/fontTable" Target="fontTable.xml"/><Relationship Id="rId7" Type="http://schemas.openxmlformats.org/officeDocument/2006/relationships/hyperlink" Target="http://zse.com.pl/technikum.php" TargetMode="External"/><Relationship Id="rId12" Type="http://schemas.openxmlformats.org/officeDocument/2006/relationships/hyperlink" Target="http://www.koweziu.edu.pl/pp_zawod.php?nr_zawodu=422103" TargetMode="External"/><Relationship Id="rId17" Type="http://schemas.openxmlformats.org/officeDocument/2006/relationships/hyperlink" Target="http://www.koweziu.edu.pl/pp_zawod.php?nr_zawodu=343404" TargetMode="External"/><Relationship Id="rId25" Type="http://schemas.openxmlformats.org/officeDocument/2006/relationships/image" Target="media/image2.png"/><Relationship Id="rId33" Type="http://schemas.openxmlformats.org/officeDocument/2006/relationships/image" Target="http://www.technikumowidz.pl/images/stories/zspowidz/oferta/elektronik/elektronik.jpg" TargetMode="External"/><Relationship Id="rId38" Type="http://schemas.openxmlformats.org/officeDocument/2006/relationships/image" Target="http://www.technikumowidz.pl/images/stories/zspowidz/oferta/mechatronik/kolo.JPG" TargetMode="External"/><Relationship Id="rId46" Type="http://schemas.openxmlformats.org/officeDocument/2006/relationships/hyperlink" Target="http://www.koweziu.edu.pl/standardy/322_14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weziu.edu.pl/pp_zawod.php?nr_zawodu=311204" TargetMode="External"/><Relationship Id="rId20" Type="http://schemas.openxmlformats.org/officeDocument/2006/relationships/hyperlink" Target="http://www.technikumowidz.pl/" TargetMode="External"/><Relationship Id="rId29" Type="http://schemas.openxmlformats.org/officeDocument/2006/relationships/image" Target="media/image4.png"/><Relationship Id="rId41" Type="http://schemas.openxmlformats.org/officeDocument/2006/relationships/hyperlink" Target="http://www.koweziu.edu.pl/pp_zawod.php?nr_zawodu=331402" TargetMode="External"/><Relationship Id="rId54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hyperlink" Target="http://www.2lo.stg.pl/" TargetMode="External"/><Relationship Id="rId11" Type="http://schemas.openxmlformats.org/officeDocument/2006/relationships/hyperlink" Target="http://www.koweziu.edu.pl/pp_zawod.php?nr_zawodu=333107" TargetMode="External"/><Relationship Id="rId24" Type="http://schemas.openxmlformats.org/officeDocument/2006/relationships/hyperlink" Target="http://www.technikumowidz.pl/index.php?option=com_content&amp;view=article&amp;id=7&amp;Itemid=10" TargetMode="External"/><Relationship Id="rId32" Type="http://schemas.openxmlformats.org/officeDocument/2006/relationships/image" Target="media/image6.jpeg"/><Relationship Id="rId37" Type="http://schemas.openxmlformats.org/officeDocument/2006/relationships/image" Target="media/image8.jpeg"/><Relationship Id="rId40" Type="http://schemas.openxmlformats.org/officeDocument/2006/relationships/hyperlink" Target="http://www.koweziu.edu.pl/standardy/321_05.pdf" TargetMode="External"/><Relationship Id="rId45" Type="http://schemas.openxmlformats.org/officeDocument/2006/relationships/image" Target="https://i.ytimg.com/vi/6LAq4UKaWN8/maxresdefault.jpg" TargetMode="External"/><Relationship Id="rId53" Type="http://schemas.openxmlformats.org/officeDocument/2006/relationships/hyperlink" Target="http://www.mykietyn.org/" TargetMode="External"/><Relationship Id="rId5" Type="http://schemas.openxmlformats.org/officeDocument/2006/relationships/hyperlink" Target="http://www.lo.internetdsl.pl" TargetMode="External"/><Relationship Id="rId15" Type="http://schemas.openxmlformats.org/officeDocument/2006/relationships/hyperlink" Target="http://www.koweziu.edu.pl/standardy/311_20.pdf" TargetMode="External"/><Relationship Id="rId23" Type="http://schemas.openxmlformats.org/officeDocument/2006/relationships/image" Target="media/image1.png"/><Relationship Id="rId28" Type="http://schemas.openxmlformats.org/officeDocument/2006/relationships/hyperlink" Target="http://www.technikumowidz.pl/index.php?option=com_content&amp;view=article&amp;id=11&amp;Itemid=17" TargetMode="External"/><Relationship Id="rId36" Type="http://schemas.openxmlformats.org/officeDocument/2006/relationships/image" Target="http://www.technikumowidz.pl/images/stories/zspowidz/oferta/teleinformatyk/teleinformatyk2.jpg" TargetMode="External"/><Relationship Id="rId49" Type="http://schemas.openxmlformats.org/officeDocument/2006/relationships/hyperlink" Target="http://www.koweziu.edu.pl/pp_zawod.php?nr_zawodu=314202" TargetMode="External"/><Relationship Id="rId10" Type="http://schemas.openxmlformats.org/officeDocument/2006/relationships/hyperlink" Target="http://www.koweziu.edu.pl/pp_zawod.php?nr_zawodu=331403" TargetMode="External"/><Relationship Id="rId19" Type="http://schemas.openxmlformats.org/officeDocument/2006/relationships/hyperlink" Target="http://www.koweziu.edu.pl/pp_zawod.php?nr_zawodu=311922" TargetMode="External"/><Relationship Id="rId31" Type="http://schemas.openxmlformats.org/officeDocument/2006/relationships/hyperlink" Target="http://www.technikumowidz.pl/index.php?option=com_content&amp;view=article&amp;id=12&amp;Itemid=18" TargetMode="External"/><Relationship Id="rId44" Type="http://schemas.openxmlformats.org/officeDocument/2006/relationships/image" Target="media/image9.jpeg"/><Relationship Id="rId52" Type="http://schemas.openxmlformats.org/officeDocument/2006/relationships/hyperlink" Target="http://www.koweziu.edu.pl/pp_zawod.php?nr_zawodu=3119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weziu.edu.pl/pp_zawod.php?nr_zawodu=522305" TargetMode="External"/><Relationship Id="rId14" Type="http://schemas.openxmlformats.org/officeDocument/2006/relationships/hyperlink" Target="http://www.zszstarogard.pl/" TargetMode="External"/><Relationship Id="rId22" Type="http://schemas.openxmlformats.org/officeDocument/2006/relationships/hyperlink" Target="http://www.technikumowidz.pl/index.php?option=com_content&amp;view=article&amp;id=6&amp;Itemid=9" TargetMode="External"/><Relationship Id="rId27" Type="http://schemas.openxmlformats.org/officeDocument/2006/relationships/image" Target="media/image3.png"/><Relationship Id="rId30" Type="http://schemas.openxmlformats.org/officeDocument/2006/relationships/image" Target="media/image5.png"/><Relationship Id="rId35" Type="http://schemas.openxmlformats.org/officeDocument/2006/relationships/image" Target="media/image7.jpeg"/><Relationship Id="rId43" Type="http://schemas.openxmlformats.org/officeDocument/2006/relationships/hyperlink" Target="http://www.koweziu.edu.pl/standardy/321_01.pdf" TargetMode="External"/><Relationship Id="rId48" Type="http://schemas.openxmlformats.org/officeDocument/2006/relationships/image" Target="http://www.edus.edu.pl/img/galerie/1/2012_06/350.jpg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koweziu.edu.pl/pp_zawod.php?nr_zawodu=351203" TargetMode="External"/><Relationship Id="rId51" Type="http://schemas.openxmlformats.org/officeDocument/2006/relationships/image" Target="http://images.slideplayer.pl/2/813502/slides/slide_6.jp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15</Pages>
  <Words>2964</Words>
  <Characters>17789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STAROGARD GDAŃSKI</dc:title>
  <dc:subject/>
  <dc:creator>PG1</dc:creator>
  <cp:keywords/>
  <dc:description/>
  <cp:lastModifiedBy>kierownik@pg1.edu.pl</cp:lastModifiedBy>
  <cp:revision>2</cp:revision>
  <dcterms:created xsi:type="dcterms:W3CDTF">2016-10-24T09:05:00Z</dcterms:created>
  <dcterms:modified xsi:type="dcterms:W3CDTF">2016-10-24T09:05:00Z</dcterms:modified>
</cp:coreProperties>
</file>